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402"/>
        <w:gridCol w:w="5635"/>
      </w:tblGrid>
      <w:tr w:rsidR="00C66B9F" w:rsidRPr="00C01BB2" w:rsidTr="00C01BB2">
        <w:tc>
          <w:tcPr>
            <w:tcW w:w="534" w:type="dxa"/>
          </w:tcPr>
          <w:p w:rsidR="00C66B9F" w:rsidRPr="00C01BB2" w:rsidRDefault="00C66B9F" w:rsidP="00C01BB2">
            <w:pPr>
              <w:spacing w:after="0" w:line="240" w:lineRule="auto"/>
            </w:pPr>
            <w:r w:rsidRPr="00C01BB2">
              <w:t>1.</w:t>
            </w:r>
          </w:p>
        </w:tc>
        <w:tc>
          <w:tcPr>
            <w:tcW w:w="3402" w:type="dxa"/>
          </w:tcPr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Фамилия, Имя , Отчество автора</w:t>
            </w:r>
          </w:p>
        </w:tc>
        <w:tc>
          <w:tcPr>
            <w:tcW w:w="5635" w:type="dxa"/>
          </w:tcPr>
          <w:p w:rsidR="00C66B9F" w:rsidRPr="00B0155D" w:rsidRDefault="00C66B9F" w:rsidP="00C01B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Габдуллина Гюзель Шаукатовна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C66B9F" w:rsidRPr="00C01BB2" w:rsidTr="00C01BB2">
        <w:tc>
          <w:tcPr>
            <w:tcW w:w="534" w:type="dxa"/>
          </w:tcPr>
          <w:p w:rsidR="00C66B9F" w:rsidRPr="00C01BB2" w:rsidRDefault="00C66B9F" w:rsidP="00C01BB2">
            <w:pPr>
              <w:spacing w:after="0" w:line="240" w:lineRule="auto"/>
            </w:pPr>
            <w:r w:rsidRPr="00C01BB2">
              <w:t>2.</w:t>
            </w:r>
          </w:p>
        </w:tc>
        <w:tc>
          <w:tcPr>
            <w:tcW w:w="3402" w:type="dxa"/>
          </w:tcPr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Место работы</w:t>
            </w:r>
          </w:p>
        </w:tc>
        <w:tc>
          <w:tcPr>
            <w:tcW w:w="5635" w:type="dxa"/>
          </w:tcPr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МБОУ «СОШ №1» г.Альметьевска  РТ</w:t>
            </w:r>
          </w:p>
        </w:tc>
      </w:tr>
      <w:tr w:rsidR="00C66B9F" w:rsidRPr="00C01BB2" w:rsidTr="00C01BB2">
        <w:tc>
          <w:tcPr>
            <w:tcW w:w="534" w:type="dxa"/>
          </w:tcPr>
          <w:p w:rsidR="00C66B9F" w:rsidRPr="00C01BB2" w:rsidRDefault="00C66B9F" w:rsidP="00C01BB2">
            <w:pPr>
              <w:spacing w:after="0" w:line="240" w:lineRule="auto"/>
            </w:pPr>
            <w:r w:rsidRPr="00C01BB2">
              <w:t>3.</w:t>
            </w:r>
          </w:p>
        </w:tc>
        <w:tc>
          <w:tcPr>
            <w:tcW w:w="3402" w:type="dxa"/>
          </w:tcPr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Контакты:</w:t>
            </w:r>
          </w:p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-рабочий телефон (с указанием кода)</w:t>
            </w:r>
          </w:p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-домашний телефон (с указанием кода)</w:t>
            </w:r>
          </w:p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-е-</w:t>
            </w:r>
            <w:r w:rsidRPr="00C01BB2">
              <w:rPr>
                <w:sz w:val="24"/>
                <w:szCs w:val="24"/>
                <w:lang w:val="en-US"/>
              </w:rPr>
              <w:t>mail</w:t>
            </w:r>
            <w:r w:rsidRPr="00C01BB2">
              <w:rPr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</w:p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8(8553)32-88-91</w:t>
            </w:r>
          </w:p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</w:p>
          <w:p w:rsidR="00C66B9F" w:rsidRPr="00500887" w:rsidRDefault="00C66B9F" w:rsidP="00C01BB2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tt-RU"/>
              </w:rPr>
              <w:t>-917-296-07-63, 8(8553226102)</w:t>
            </w:r>
          </w:p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</w:p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guzelgabdullina@mail</w:t>
            </w:r>
            <w:r w:rsidRPr="00C01BB2">
              <w:rPr>
                <w:sz w:val="24"/>
                <w:szCs w:val="24"/>
                <w:lang w:val="en-US"/>
              </w:rPr>
              <w:t>.ru</w:t>
            </w:r>
          </w:p>
        </w:tc>
      </w:tr>
      <w:tr w:rsidR="00C66B9F" w:rsidRPr="00C01BB2" w:rsidTr="00C01BB2">
        <w:tc>
          <w:tcPr>
            <w:tcW w:w="534" w:type="dxa"/>
          </w:tcPr>
          <w:p w:rsidR="00C66B9F" w:rsidRPr="00C01BB2" w:rsidRDefault="00C66B9F" w:rsidP="00C01BB2">
            <w:pPr>
              <w:spacing w:after="0" w:line="240" w:lineRule="auto"/>
            </w:pPr>
            <w:r w:rsidRPr="00C01BB2">
              <w:t>4.</w:t>
            </w:r>
          </w:p>
        </w:tc>
        <w:tc>
          <w:tcPr>
            <w:tcW w:w="3402" w:type="dxa"/>
          </w:tcPr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Название работы</w:t>
            </w:r>
          </w:p>
        </w:tc>
        <w:tc>
          <w:tcPr>
            <w:tcW w:w="5635" w:type="dxa"/>
          </w:tcPr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Баш х</w:t>
            </w:r>
            <w:r>
              <w:rPr>
                <w:rFonts w:ascii="Arial" w:hAnsi="Arial" w:cs="Arial"/>
                <w:sz w:val="24"/>
                <w:szCs w:val="24"/>
                <w:lang w:val="tt-RU"/>
              </w:rPr>
              <w:t>әрефтән башлап языла торган сүзләр.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tt-RU"/>
              </w:rPr>
              <w:t>д</w:t>
            </w:r>
            <w:r>
              <w:rPr>
                <w:rFonts w:ascii="Arial" w:hAnsi="Arial" w:cs="Arial"/>
                <w:sz w:val="24"/>
                <w:szCs w:val="24"/>
                <w:lang w:val="tt-RU"/>
              </w:rPr>
              <w:t>әрес планы</w:t>
            </w:r>
            <w:r w:rsidRPr="00C01BB2">
              <w:rPr>
                <w:sz w:val="24"/>
                <w:szCs w:val="24"/>
              </w:rPr>
              <w:t>)</w:t>
            </w:r>
          </w:p>
        </w:tc>
      </w:tr>
      <w:tr w:rsidR="00C66B9F" w:rsidRPr="00C01BB2" w:rsidTr="00C01BB2">
        <w:tc>
          <w:tcPr>
            <w:tcW w:w="534" w:type="dxa"/>
          </w:tcPr>
          <w:p w:rsidR="00C66B9F" w:rsidRPr="00C01BB2" w:rsidRDefault="00C66B9F" w:rsidP="00C01BB2">
            <w:pPr>
              <w:spacing w:after="0" w:line="240" w:lineRule="auto"/>
            </w:pPr>
            <w:r w:rsidRPr="00C01BB2">
              <w:t>5.</w:t>
            </w:r>
          </w:p>
        </w:tc>
        <w:tc>
          <w:tcPr>
            <w:tcW w:w="3402" w:type="dxa"/>
          </w:tcPr>
          <w:p w:rsidR="00C66B9F" w:rsidRPr="00C01BB2" w:rsidRDefault="00C66B9F" w:rsidP="00C01BB2">
            <w:pPr>
              <w:spacing w:after="0" w:line="240" w:lineRule="auto"/>
              <w:rPr>
                <w:sz w:val="24"/>
                <w:szCs w:val="24"/>
              </w:rPr>
            </w:pPr>
            <w:r w:rsidRPr="00C01BB2">
              <w:rPr>
                <w:sz w:val="24"/>
                <w:szCs w:val="24"/>
              </w:rPr>
              <w:t>Номинация</w:t>
            </w:r>
          </w:p>
        </w:tc>
        <w:tc>
          <w:tcPr>
            <w:tcW w:w="5635" w:type="dxa"/>
          </w:tcPr>
          <w:p w:rsidR="00C66B9F" w:rsidRPr="00494931" w:rsidRDefault="00C66B9F" w:rsidP="00C01B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 д</w:t>
            </w:r>
            <w:r>
              <w:rPr>
                <w:rFonts w:ascii="Arial" w:hAnsi="Arial" w:cs="Arial"/>
                <w:sz w:val="24"/>
                <w:szCs w:val="24"/>
                <w:lang w:val="tt-RU"/>
              </w:rPr>
              <w:t>әресе</w:t>
            </w:r>
          </w:p>
        </w:tc>
      </w:tr>
    </w:tbl>
    <w:p w:rsidR="00C66B9F" w:rsidRPr="00C535A9" w:rsidRDefault="00C66B9F" w:rsidP="00B051D4">
      <w:pPr>
        <w:jc w:val="center"/>
        <w:rPr>
          <w:b/>
          <w:sz w:val="24"/>
          <w:szCs w:val="24"/>
        </w:rPr>
      </w:pPr>
      <w:r w:rsidRPr="00C535A9">
        <w:rPr>
          <w:b/>
          <w:sz w:val="24"/>
          <w:szCs w:val="24"/>
        </w:rPr>
        <w:t>Заявка на участие в конкурсе</w:t>
      </w:r>
    </w:p>
    <w:p w:rsidR="00C66B9F" w:rsidRDefault="00C66B9F" w:rsidP="00EA5E65">
      <w:pPr>
        <w:rPr>
          <w:sz w:val="24"/>
          <w:szCs w:val="24"/>
        </w:rPr>
      </w:pPr>
    </w:p>
    <w:p w:rsidR="00C66B9F" w:rsidRDefault="00C66B9F" w:rsidP="00EA5E65">
      <w:pPr>
        <w:rPr>
          <w:sz w:val="24"/>
          <w:szCs w:val="24"/>
        </w:rPr>
      </w:pPr>
    </w:p>
    <w:p w:rsidR="00C66B9F" w:rsidRPr="00EA5E65" w:rsidRDefault="00C66B9F" w:rsidP="00EA5E65">
      <w:pPr>
        <w:rPr>
          <w:sz w:val="24"/>
          <w:szCs w:val="24"/>
        </w:rPr>
      </w:pPr>
    </w:p>
    <w:p w:rsidR="00C66B9F" w:rsidRPr="00EA5E65" w:rsidRDefault="00C66B9F" w:rsidP="00EA5E65">
      <w:pPr>
        <w:rPr>
          <w:sz w:val="24"/>
          <w:szCs w:val="24"/>
        </w:rPr>
      </w:pPr>
    </w:p>
    <w:p w:rsidR="00C66B9F" w:rsidRPr="00EA5E65" w:rsidRDefault="00C66B9F" w:rsidP="00EA5E65">
      <w:pPr>
        <w:rPr>
          <w:sz w:val="24"/>
          <w:szCs w:val="24"/>
        </w:rPr>
      </w:pPr>
    </w:p>
    <w:p w:rsidR="00C66B9F" w:rsidRDefault="00C66B9F" w:rsidP="00EA5E65">
      <w:pPr>
        <w:tabs>
          <w:tab w:val="left" w:pos="805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66B9F" w:rsidRDefault="00C66B9F" w:rsidP="00EA5E65">
      <w:pPr>
        <w:tabs>
          <w:tab w:val="left" w:pos="8058"/>
        </w:tabs>
        <w:rPr>
          <w:sz w:val="24"/>
          <w:szCs w:val="24"/>
        </w:rPr>
      </w:pPr>
    </w:p>
    <w:p w:rsidR="00C66B9F" w:rsidRDefault="00C66B9F" w:rsidP="00EA5E65">
      <w:pPr>
        <w:tabs>
          <w:tab w:val="left" w:pos="8058"/>
        </w:tabs>
        <w:rPr>
          <w:sz w:val="24"/>
          <w:szCs w:val="24"/>
        </w:rPr>
      </w:pPr>
    </w:p>
    <w:p w:rsidR="00C66B9F" w:rsidRDefault="00C66B9F" w:rsidP="00EA5E65">
      <w:pPr>
        <w:tabs>
          <w:tab w:val="left" w:pos="8058"/>
        </w:tabs>
        <w:rPr>
          <w:sz w:val="24"/>
          <w:szCs w:val="24"/>
        </w:rPr>
      </w:pPr>
    </w:p>
    <w:p w:rsidR="00C66B9F" w:rsidRDefault="00C66B9F" w:rsidP="00EA5E65">
      <w:pPr>
        <w:tabs>
          <w:tab w:val="left" w:pos="8058"/>
        </w:tabs>
        <w:rPr>
          <w:sz w:val="24"/>
          <w:szCs w:val="24"/>
        </w:rPr>
      </w:pPr>
    </w:p>
    <w:p w:rsidR="00C66B9F" w:rsidRDefault="00C66B9F" w:rsidP="00EA5E65">
      <w:pPr>
        <w:tabs>
          <w:tab w:val="left" w:pos="8058"/>
        </w:tabs>
        <w:rPr>
          <w:sz w:val="24"/>
          <w:szCs w:val="24"/>
        </w:rPr>
      </w:pPr>
    </w:p>
    <w:p w:rsidR="00C66B9F" w:rsidRDefault="00C66B9F" w:rsidP="00BC38A7">
      <w:pPr>
        <w:tabs>
          <w:tab w:val="left" w:pos="8058"/>
        </w:tabs>
        <w:jc w:val="center"/>
        <w:rPr>
          <w:sz w:val="28"/>
          <w:szCs w:val="28"/>
        </w:rPr>
      </w:pPr>
    </w:p>
    <w:p w:rsidR="00C66B9F" w:rsidRDefault="00C66B9F" w:rsidP="00BC38A7">
      <w:pPr>
        <w:tabs>
          <w:tab w:val="left" w:pos="8058"/>
        </w:tabs>
        <w:jc w:val="center"/>
        <w:rPr>
          <w:sz w:val="28"/>
          <w:szCs w:val="28"/>
        </w:rPr>
      </w:pPr>
    </w:p>
    <w:p w:rsidR="00C66B9F" w:rsidRDefault="00C66B9F" w:rsidP="00BC38A7">
      <w:pPr>
        <w:tabs>
          <w:tab w:val="left" w:pos="8058"/>
        </w:tabs>
        <w:jc w:val="center"/>
        <w:rPr>
          <w:sz w:val="28"/>
          <w:szCs w:val="28"/>
        </w:rPr>
      </w:pPr>
    </w:p>
    <w:p w:rsidR="00C66B9F" w:rsidRDefault="00C66B9F" w:rsidP="00BC38A7">
      <w:pPr>
        <w:tabs>
          <w:tab w:val="left" w:pos="8058"/>
        </w:tabs>
        <w:jc w:val="center"/>
        <w:rPr>
          <w:sz w:val="28"/>
          <w:szCs w:val="28"/>
        </w:rPr>
      </w:pPr>
    </w:p>
    <w:p w:rsidR="00C66B9F" w:rsidRDefault="00C66B9F" w:rsidP="00EA5E65">
      <w:pPr>
        <w:tabs>
          <w:tab w:val="left" w:pos="8058"/>
        </w:tabs>
        <w:rPr>
          <w:sz w:val="24"/>
          <w:szCs w:val="24"/>
        </w:rPr>
      </w:pPr>
    </w:p>
    <w:p w:rsidR="00C66B9F" w:rsidRDefault="00C66B9F" w:rsidP="00EA5E65">
      <w:pPr>
        <w:tabs>
          <w:tab w:val="left" w:pos="8058"/>
        </w:tabs>
        <w:rPr>
          <w:sz w:val="24"/>
          <w:szCs w:val="24"/>
        </w:rPr>
      </w:pPr>
    </w:p>
    <w:sectPr w:rsidR="00C66B9F" w:rsidSect="00553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9F" w:rsidRDefault="00C66B9F" w:rsidP="00B051D4">
      <w:pPr>
        <w:spacing w:after="0" w:line="240" w:lineRule="auto"/>
      </w:pPr>
      <w:r>
        <w:separator/>
      </w:r>
    </w:p>
  </w:endnote>
  <w:endnote w:type="continuationSeparator" w:id="1">
    <w:p w:rsidR="00C66B9F" w:rsidRDefault="00C66B9F" w:rsidP="00B0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9F" w:rsidRDefault="00C66B9F" w:rsidP="00B051D4">
      <w:pPr>
        <w:spacing w:after="0" w:line="240" w:lineRule="auto"/>
      </w:pPr>
      <w:r>
        <w:separator/>
      </w:r>
    </w:p>
  </w:footnote>
  <w:footnote w:type="continuationSeparator" w:id="1">
    <w:p w:rsidR="00C66B9F" w:rsidRDefault="00C66B9F" w:rsidP="00B05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1D4"/>
    <w:rsid w:val="000820ED"/>
    <w:rsid w:val="000B5CB8"/>
    <w:rsid w:val="00184650"/>
    <w:rsid w:val="002237CF"/>
    <w:rsid w:val="003F4C98"/>
    <w:rsid w:val="004256A0"/>
    <w:rsid w:val="00494931"/>
    <w:rsid w:val="004C38DE"/>
    <w:rsid w:val="004F3867"/>
    <w:rsid w:val="00500887"/>
    <w:rsid w:val="005538D4"/>
    <w:rsid w:val="00596912"/>
    <w:rsid w:val="0063361F"/>
    <w:rsid w:val="00662FB8"/>
    <w:rsid w:val="00730E8B"/>
    <w:rsid w:val="00751515"/>
    <w:rsid w:val="007F4EBA"/>
    <w:rsid w:val="0080286F"/>
    <w:rsid w:val="008956A6"/>
    <w:rsid w:val="0091352C"/>
    <w:rsid w:val="00923292"/>
    <w:rsid w:val="00995E59"/>
    <w:rsid w:val="00A85117"/>
    <w:rsid w:val="00A912D8"/>
    <w:rsid w:val="00B0155D"/>
    <w:rsid w:val="00B051D4"/>
    <w:rsid w:val="00B27C7B"/>
    <w:rsid w:val="00B454FF"/>
    <w:rsid w:val="00B86E2F"/>
    <w:rsid w:val="00BC38A7"/>
    <w:rsid w:val="00BE5D54"/>
    <w:rsid w:val="00BF7FB4"/>
    <w:rsid w:val="00C01BB2"/>
    <w:rsid w:val="00C34C36"/>
    <w:rsid w:val="00C535A9"/>
    <w:rsid w:val="00C66B9F"/>
    <w:rsid w:val="00E359E8"/>
    <w:rsid w:val="00EA5E65"/>
    <w:rsid w:val="00EE35E7"/>
    <w:rsid w:val="00F61891"/>
    <w:rsid w:val="00F6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051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B05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051D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05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051D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</Pages>
  <Words>65</Words>
  <Characters>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15</cp:revision>
  <dcterms:created xsi:type="dcterms:W3CDTF">2012-04-10T16:31:00Z</dcterms:created>
  <dcterms:modified xsi:type="dcterms:W3CDTF">2012-04-13T15:11:00Z</dcterms:modified>
</cp:coreProperties>
</file>