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926" w:rsidRDefault="00A34926" w:rsidP="0016242B">
      <w:pPr>
        <w:jc w:val="center"/>
      </w:pPr>
      <w:r>
        <w:t>Муниципальное  Казенное образовательное учреждение «Лицей №2» города Михайловска</w:t>
      </w:r>
    </w:p>
    <w:p w:rsidR="00A34926" w:rsidRDefault="00A34926" w:rsidP="0016242B">
      <w:pPr>
        <w:jc w:val="center"/>
      </w:pPr>
    </w:p>
    <w:p w:rsidR="00A34926" w:rsidRDefault="00A34926" w:rsidP="0016242B">
      <w:pPr>
        <w:jc w:val="center"/>
      </w:pPr>
    </w:p>
    <w:p w:rsidR="00A34926" w:rsidRDefault="00A34926" w:rsidP="0016242B">
      <w:pPr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Утверждаю:                                                    «Согласовано»                                Рассмотрено на заседании МО</w:t>
      </w:r>
    </w:p>
    <w:p w:rsidR="00A34926" w:rsidRDefault="00A34926" w:rsidP="0016242B">
      <w:pPr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 xml:space="preserve">Директор МКОУ «Лицей №2»                        Зам. директора по МР                   </w:t>
      </w:r>
    </w:p>
    <w:p w:rsidR="00A34926" w:rsidRDefault="00A34926" w:rsidP="0016242B">
      <w:pPr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_____________    А.П.Гладких                     _____________Г.И. Козюра          протокол №______</w:t>
      </w:r>
    </w:p>
    <w:p w:rsidR="00A34926" w:rsidRDefault="00A34926" w:rsidP="0016242B">
      <w:pPr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«___»_________________2014 г.            «___»_______________2014 г.    от «____»_______________2014г.</w:t>
      </w:r>
    </w:p>
    <w:p w:rsidR="00A34926" w:rsidRDefault="00A34926" w:rsidP="0016242B">
      <w:pPr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 xml:space="preserve">                                                                                                                                    руководитель МО _______  ________</w:t>
      </w:r>
    </w:p>
    <w:p w:rsidR="00A34926" w:rsidRDefault="00A34926" w:rsidP="0016242B">
      <w:pPr>
        <w:jc w:val="center"/>
        <w:rPr>
          <w:sz w:val="24"/>
          <w:szCs w:val="24"/>
        </w:rPr>
      </w:pPr>
    </w:p>
    <w:p w:rsidR="00A34926" w:rsidRDefault="00A34926" w:rsidP="0016242B">
      <w:pPr>
        <w:jc w:val="center"/>
      </w:pPr>
    </w:p>
    <w:p w:rsidR="00A34926" w:rsidRDefault="00A34926" w:rsidP="0016242B">
      <w:pPr>
        <w:jc w:val="both"/>
        <w:rPr>
          <w:sz w:val="24"/>
          <w:szCs w:val="24"/>
        </w:rPr>
      </w:pPr>
    </w:p>
    <w:p w:rsidR="00A34926" w:rsidRDefault="00A34926" w:rsidP="0016242B">
      <w:pPr>
        <w:jc w:val="center"/>
        <w:rPr>
          <w:b/>
        </w:rPr>
      </w:pPr>
    </w:p>
    <w:p w:rsidR="00A34926" w:rsidRDefault="00A34926" w:rsidP="0016242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Рабочая программа по спецкурсу</w:t>
      </w:r>
    </w:p>
    <w:p w:rsidR="00A34926" w:rsidRDefault="00A34926" w:rsidP="0016242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«Природа физических явлений»</w:t>
      </w:r>
    </w:p>
    <w:p w:rsidR="00A34926" w:rsidRDefault="00A34926" w:rsidP="0016242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Учителя – Шалаевой В.В.</w:t>
      </w:r>
    </w:p>
    <w:p w:rsidR="00A34926" w:rsidRDefault="00A34926" w:rsidP="0016242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Класс (параллель) – 8л,н, к классы</w:t>
      </w:r>
    </w:p>
    <w:p w:rsidR="00A34926" w:rsidRDefault="00A34926" w:rsidP="0016242B">
      <w:pPr>
        <w:jc w:val="center"/>
        <w:rPr>
          <w:sz w:val="24"/>
          <w:szCs w:val="24"/>
        </w:rPr>
      </w:pPr>
    </w:p>
    <w:p w:rsidR="00A34926" w:rsidRDefault="00A34926" w:rsidP="0016242B">
      <w:pPr>
        <w:jc w:val="center"/>
      </w:pPr>
    </w:p>
    <w:p w:rsidR="00A34926" w:rsidRDefault="00A34926" w:rsidP="0016242B">
      <w:pPr>
        <w:jc w:val="center"/>
        <w:rPr>
          <w:sz w:val="24"/>
          <w:szCs w:val="24"/>
        </w:rPr>
      </w:pPr>
    </w:p>
    <w:p w:rsidR="00A34926" w:rsidRDefault="00A34926" w:rsidP="0016242B">
      <w:pPr>
        <w:jc w:val="center"/>
      </w:pPr>
    </w:p>
    <w:p w:rsidR="00A34926" w:rsidRDefault="00A34926" w:rsidP="0016242B">
      <w:pPr>
        <w:jc w:val="center"/>
      </w:pPr>
    </w:p>
    <w:p w:rsidR="00A34926" w:rsidRDefault="00A34926" w:rsidP="0016242B">
      <w:pPr>
        <w:jc w:val="center"/>
      </w:pPr>
    </w:p>
    <w:p w:rsidR="00A34926" w:rsidRDefault="00A34926" w:rsidP="0016242B">
      <w:pPr>
        <w:jc w:val="center"/>
      </w:pPr>
    </w:p>
    <w:p w:rsidR="00A34926" w:rsidRDefault="00A34926" w:rsidP="0016242B">
      <w:pPr>
        <w:jc w:val="center"/>
      </w:pPr>
    </w:p>
    <w:p w:rsidR="00A34926" w:rsidRDefault="00A34926" w:rsidP="0016242B">
      <w:r>
        <w:t xml:space="preserve">                                                                     </w:t>
      </w:r>
    </w:p>
    <w:p w:rsidR="00A34926" w:rsidRDefault="00A34926" w:rsidP="0016242B">
      <w:r>
        <w:t xml:space="preserve">                                                       г. Михайловск</w:t>
      </w:r>
    </w:p>
    <w:p w:rsidR="00A34926" w:rsidRDefault="00A34926" w:rsidP="0016242B">
      <w:r>
        <w:t xml:space="preserve">                                                               2014 год</w:t>
      </w:r>
    </w:p>
    <w:p w:rsidR="00A34926" w:rsidRDefault="00A34926" w:rsidP="0005259C">
      <w:pPr>
        <w:pStyle w:val="ListParagraph"/>
        <w:ind w:left="0"/>
        <w:rPr>
          <w:b/>
          <w:sz w:val="28"/>
          <w:szCs w:val="28"/>
        </w:rPr>
      </w:pPr>
    </w:p>
    <w:p w:rsidR="00A34926" w:rsidRDefault="00A34926" w:rsidP="0005259C">
      <w:pPr>
        <w:pStyle w:val="ListParagraph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</w:t>
      </w:r>
      <w:r w:rsidRPr="00E05031">
        <w:rPr>
          <w:b/>
          <w:sz w:val="28"/>
          <w:szCs w:val="28"/>
        </w:rPr>
        <w:t xml:space="preserve">Пояснительная </w:t>
      </w:r>
      <w:r w:rsidRPr="00797735">
        <w:rPr>
          <w:b/>
          <w:sz w:val="28"/>
          <w:szCs w:val="28"/>
        </w:rPr>
        <w:t>записка</w:t>
      </w:r>
    </w:p>
    <w:p w:rsidR="00A34926" w:rsidRDefault="00A34926" w:rsidP="00797735">
      <w:pPr>
        <w:rPr>
          <w:sz w:val="24"/>
          <w:szCs w:val="24"/>
        </w:rPr>
      </w:pPr>
      <w:r w:rsidRPr="00797735">
        <w:rPr>
          <w:sz w:val="24"/>
          <w:szCs w:val="24"/>
        </w:rPr>
        <w:t>Ядро содержания школьного образования</w:t>
      </w:r>
      <w:r>
        <w:rPr>
          <w:sz w:val="24"/>
          <w:szCs w:val="24"/>
        </w:rPr>
        <w:t xml:space="preserve"> в современном быстро меняющемся мире должно включать не только необходимый комплекс знаний и идей, но и универсальные способы познания и практической деятельности.</w:t>
      </w:r>
    </w:p>
    <w:p w:rsidR="00A34926" w:rsidRDefault="00A34926" w:rsidP="00797735">
      <w:pPr>
        <w:rPr>
          <w:sz w:val="24"/>
          <w:szCs w:val="24"/>
        </w:rPr>
      </w:pPr>
      <w:r>
        <w:rPr>
          <w:sz w:val="24"/>
          <w:szCs w:val="24"/>
        </w:rPr>
        <w:t>Объектами изучения  в курсе физики на доступном для обучающихся уровне наряду с фундаментальными физическими понятиями и законами должны быть эксперимент как метод познания, метод построения моделей и метод их теоретического анализа.</w:t>
      </w:r>
    </w:p>
    <w:p w:rsidR="00A34926" w:rsidRDefault="00A34926" w:rsidP="00797735">
      <w:pPr>
        <w:rPr>
          <w:sz w:val="24"/>
          <w:szCs w:val="24"/>
        </w:rPr>
      </w:pPr>
      <w:r>
        <w:rPr>
          <w:sz w:val="24"/>
          <w:szCs w:val="24"/>
        </w:rPr>
        <w:t>Выпускники лицей должны понимать, в чем суть моделей природных объектов (процессов) и гипотез, как делаются теоретические выводы, как экспериментально проверять модели, гипотезы и теоретические выводы.</w:t>
      </w:r>
    </w:p>
    <w:p w:rsidR="00A34926" w:rsidRDefault="00A34926" w:rsidP="00797735">
      <w:pPr>
        <w:rPr>
          <w:sz w:val="24"/>
          <w:szCs w:val="24"/>
        </w:rPr>
      </w:pPr>
      <w:r w:rsidRPr="00512334">
        <w:rPr>
          <w:b/>
          <w:sz w:val="28"/>
          <w:szCs w:val="28"/>
        </w:rPr>
        <w:t>Цель курса</w:t>
      </w:r>
      <w:r>
        <w:rPr>
          <w:b/>
          <w:sz w:val="28"/>
          <w:szCs w:val="28"/>
        </w:rPr>
        <w:t xml:space="preserve"> </w:t>
      </w:r>
      <w:r>
        <w:rPr>
          <w:sz w:val="24"/>
          <w:szCs w:val="24"/>
        </w:rPr>
        <w:t>- создание условий для формирования и развития у школьников:</w:t>
      </w:r>
    </w:p>
    <w:p w:rsidR="00A34926" w:rsidRDefault="00A34926" w:rsidP="00797735">
      <w:pPr>
        <w:rPr>
          <w:sz w:val="24"/>
          <w:szCs w:val="24"/>
        </w:rPr>
      </w:pPr>
      <w:r>
        <w:rPr>
          <w:sz w:val="24"/>
          <w:szCs w:val="24"/>
        </w:rPr>
        <w:t>- интереса к изучению предмета физики;</w:t>
      </w:r>
    </w:p>
    <w:p w:rsidR="00A34926" w:rsidRDefault="00A34926" w:rsidP="00797735">
      <w:pPr>
        <w:rPr>
          <w:sz w:val="24"/>
          <w:szCs w:val="24"/>
        </w:rPr>
      </w:pPr>
      <w:r>
        <w:rPr>
          <w:sz w:val="24"/>
          <w:szCs w:val="24"/>
        </w:rPr>
        <w:t>- умения самостоятельно приобретать и применять знания на практике;</w:t>
      </w:r>
    </w:p>
    <w:p w:rsidR="00A34926" w:rsidRDefault="00A34926" w:rsidP="00797735">
      <w:pPr>
        <w:rPr>
          <w:sz w:val="24"/>
          <w:szCs w:val="24"/>
        </w:rPr>
      </w:pPr>
      <w:r>
        <w:rPr>
          <w:sz w:val="24"/>
          <w:szCs w:val="24"/>
        </w:rPr>
        <w:t>- творческих способностей;</w:t>
      </w:r>
    </w:p>
    <w:p w:rsidR="00A34926" w:rsidRDefault="00A34926" w:rsidP="00797735">
      <w:pPr>
        <w:rPr>
          <w:sz w:val="24"/>
          <w:szCs w:val="24"/>
        </w:rPr>
      </w:pPr>
      <w:r>
        <w:rPr>
          <w:sz w:val="24"/>
          <w:szCs w:val="24"/>
        </w:rPr>
        <w:t>- коммуникативных навыков, которые способствуют развитию умений работать в группе, вести дискуссию, отстаивать свою точку зрения.</w:t>
      </w:r>
    </w:p>
    <w:p w:rsidR="00A34926" w:rsidRDefault="00A34926" w:rsidP="00797735">
      <w:pPr>
        <w:rPr>
          <w:sz w:val="24"/>
          <w:szCs w:val="24"/>
        </w:rPr>
      </w:pPr>
      <w:r w:rsidRPr="00512334">
        <w:rPr>
          <w:sz w:val="24"/>
          <w:szCs w:val="24"/>
        </w:rPr>
        <w:t>Основная задача курса</w:t>
      </w:r>
      <w:r>
        <w:rPr>
          <w:b/>
          <w:sz w:val="28"/>
          <w:szCs w:val="28"/>
        </w:rPr>
        <w:t xml:space="preserve"> – </w:t>
      </w:r>
      <w:r w:rsidRPr="00512334">
        <w:rPr>
          <w:sz w:val="24"/>
          <w:szCs w:val="24"/>
        </w:rPr>
        <w:t>не только сообщить обучающимся</w:t>
      </w:r>
      <w:r>
        <w:rPr>
          <w:sz w:val="24"/>
          <w:szCs w:val="24"/>
        </w:rPr>
        <w:t xml:space="preserve"> определенную сумму знаний, развивать их умения и навыки, но и научить применять полученные знания на практике.</w:t>
      </w:r>
    </w:p>
    <w:p w:rsidR="00A34926" w:rsidRDefault="00A34926" w:rsidP="00797735">
      <w:pPr>
        <w:rPr>
          <w:b/>
          <w:sz w:val="28"/>
          <w:szCs w:val="28"/>
        </w:rPr>
      </w:pPr>
      <w:r w:rsidRPr="0076408E">
        <w:rPr>
          <w:b/>
          <w:sz w:val="28"/>
          <w:szCs w:val="28"/>
        </w:rPr>
        <w:t>Задачи курса:</w:t>
      </w:r>
    </w:p>
    <w:p w:rsidR="00A34926" w:rsidRDefault="00A34926" w:rsidP="00797735">
      <w:pPr>
        <w:rPr>
          <w:sz w:val="24"/>
          <w:szCs w:val="24"/>
        </w:rPr>
      </w:pPr>
      <w:r>
        <w:rPr>
          <w:sz w:val="24"/>
          <w:szCs w:val="24"/>
        </w:rPr>
        <w:t>- Ознакомление обучающихся с понятиями: физическая величина, измерительные приборы, методы измерения, погрешности измерения, Экспериментальное исследование;</w:t>
      </w:r>
    </w:p>
    <w:p w:rsidR="00A34926" w:rsidRDefault="00A34926" w:rsidP="00797735">
      <w:pPr>
        <w:rPr>
          <w:sz w:val="24"/>
          <w:szCs w:val="24"/>
        </w:rPr>
      </w:pPr>
      <w:r>
        <w:rPr>
          <w:sz w:val="24"/>
          <w:szCs w:val="24"/>
        </w:rPr>
        <w:t>- Обучение обучающихся четкому использованию измерительных приборов и обеспечение понимания ими того факта, что ни один прибор не дает абсолютно точных значений измеряемой величины;</w:t>
      </w:r>
    </w:p>
    <w:p w:rsidR="00A34926" w:rsidRDefault="00A34926" w:rsidP="00797735">
      <w:pPr>
        <w:rPr>
          <w:sz w:val="24"/>
          <w:szCs w:val="24"/>
        </w:rPr>
      </w:pPr>
      <w:r>
        <w:rPr>
          <w:sz w:val="24"/>
          <w:szCs w:val="24"/>
        </w:rPr>
        <w:t>- Научить обучающихся, анализируя результаты экспериментального исследования, делать вывод,  в соответствии со сформулированной задачей исследования;</w:t>
      </w:r>
    </w:p>
    <w:p w:rsidR="00A34926" w:rsidRDefault="00A34926" w:rsidP="00797735">
      <w:pPr>
        <w:rPr>
          <w:sz w:val="24"/>
          <w:szCs w:val="24"/>
        </w:rPr>
      </w:pPr>
      <w:r>
        <w:rPr>
          <w:sz w:val="24"/>
          <w:szCs w:val="24"/>
        </w:rPr>
        <w:t>-  Раскрытие роли измерений в технике, показать, что в науке и технике очень часто одни величины измеряются с помощью других, связанных с ними величин;</w:t>
      </w:r>
    </w:p>
    <w:p w:rsidR="00A34926" w:rsidRDefault="00A34926" w:rsidP="00797735">
      <w:pPr>
        <w:rPr>
          <w:sz w:val="24"/>
          <w:szCs w:val="24"/>
        </w:rPr>
      </w:pPr>
      <w:r>
        <w:rPr>
          <w:sz w:val="24"/>
          <w:szCs w:val="24"/>
        </w:rPr>
        <w:t>- Формирование навыков соблюдения правил техники безопасности.</w:t>
      </w:r>
    </w:p>
    <w:p w:rsidR="00A34926" w:rsidRDefault="00A34926" w:rsidP="00797735">
      <w:pPr>
        <w:rPr>
          <w:sz w:val="24"/>
          <w:szCs w:val="24"/>
        </w:rPr>
      </w:pPr>
      <w:r>
        <w:rPr>
          <w:sz w:val="24"/>
          <w:szCs w:val="24"/>
        </w:rPr>
        <w:t xml:space="preserve">- Формировать коммуникативные способности обучающихся, умения работать в группах и </w:t>
      </w:r>
      <w:r w:rsidRPr="00FB622C">
        <w:rPr>
          <w:b/>
          <w:sz w:val="24"/>
          <w:szCs w:val="24"/>
        </w:rPr>
        <w:t>парах</w:t>
      </w:r>
      <w:r>
        <w:rPr>
          <w:sz w:val="24"/>
          <w:szCs w:val="24"/>
        </w:rPr>
        <w:t xml:space="preserve"> сменного состава.</w:t>
      </w:r>
    </w:p>
    <w:p w:rsidR="00A34926" w:rsidRDefault="00A34926" w:rsidP="00797735">
      <w:pPr>
        <w:rPr>
          <w:sz w:val="24"/>
          <w:szCs w:val="24"/>
        </w:rPr>
      </w:pPr>
      <w:r>
        <w:rPr>
          <w:sz w:val="24"/>
          <w:szCs w:val="24"/>
        </w:rPr>
        <w:t>- Развивать способности к созидательной деятельности, толерантности, терпимости к чужому мнению, умению вести диалог, выступать перед коллективом.</w:t>
      </w:r>
    </w:p>
    <w:p w:rsidR="00A34926" w:rsidRDefault="00A34926" w:rsidP="00797735">
      <w:pPr>
        <w:rPr>
          <w:sz w:val="24"/>
          <w:szCs w:val="24"/>
        </w:rPr>
      </w:pPr>
      <w:r>
        <w:rPr>
          <w:sz w:val="24"/>
          <w:szCs w:val="24"/>
        </w:rPr>
        <w:t>Предоставит обучающимся возможность удовлетворить индивидуальный интерес к  изучению практических приложений физики в процессе познавательной и творческой деятельности при проведении самостоятельных экспериментов и исследований.</w:t>
      </w:r>
    </w:p>
    <w:p w:rsidR="00A34926" w:rsidRDefault="00A34926" w:rsidP="00797735">
      <w:pPr>
        <w:rPr>
          <w:sz w:val="24"/>
          <w:szCs w:val="24"/>
        </w:rPr>
      </w:pPr>
      <w:r>
        <w:rPr>
          <w:sz w:val="24"/>
          <w:szCs w:val="24"/>
        </w:rPr>
        <w:t>Программа состоит из двух частей: а) практикум решения задач по физике; б) творческие экспериментальные работы.</w:t>
      </w:r>
    </w:p>
    <w:p w:rsidR="00A34926" w:rsidRDefault="00A34926" w:rsidP="00797735">
      <w:pPr>
        <w:rPr>
          <w:sz w:val="24"/>
          <w:szCs w:val="24"/>
        </w:rPr>
      </w:pPr>
      <w:r>
        <w:rPr>
          <w:sz w:val="24"/>
          <w:szCs w:val="24"/>
        </w:rPr>
        <w:t>Опыт самостоятельного выполнения сначала простых физических экспериментов, затем заданий исследовательского и конструкторского типа позволит либо убедиться в правильности предварительного выбора, либо изменить свой выбор и попробовать себя в каком- то ином направлении.</w:t>
      </w:r>
    </w:p>
    <w:p w:rsidR="00A34926" w:rsidRDefault="00A34926" w:rsidP="00797735">
      <w:pPr>
        <w:rPr>
          <w:sz w:val="24"/>
          <w:szCs w:val="24"/>
        </w:rPr>
      </w:pPr>
      <w:r>
        <w:rPr>
          <w:sz w:val="24"/>
          <w:szCs w:val="24"/>
        </w:rPr>
        <w:t>Основными формами занятий являются практические работы обучающихся в физической лаборатории и выполнение простых экспериментальных заданий в домашних условиях.</w:t>
      </w:r>
    </w:p>
    <w:p w:rsidR="00A34926" w:rsidRDefault="00A34926" w:rsidP="00797735">
      <w:pPr>
        <w:rPr>
          <w:sz w:val="24"/>
          <w:szCs w:val="24"/>
        </w:rPr>
      </w:pPr>
      <w:r>
        <w:rPr>
          <w:sz w:val="24"/>
          <w:szCs w:val="24"/>
        </w:rPr>
        <w:t>На практических занятиях при выполнении лабораторных работ обучающиеся смогут приобрести навыки планирования физического эксперимента в соответствии с поставленной задачей, научатся выбирать рациональный метод измерений, выполнять эксперимент  обрабатывать его результаты. Выполнение практических и экспериментальных заданий позволит применить приобретенные навыки в нестандартной обстановке, стать компонентами во многих практических вопросах.</w:t>
      </w:r>
    </w:p>
    <w:p w:rsidR="00A34926" w:rsidRDefault="00A34926" w:rsidP="00797735">
      <w:pPr>
        <w:rPr>
          <w:sz w:val="24"/>
          <w:szCs w:val="24"/>
        </w:rPr>
      </w:pPr>
      <w:r>
        <w:rPr>
          <w:sz w:val="24"/>
          <w:szCs w:val="24"/>
        </w:rPr>
        <w:t xml:space="preserve">Все виды практических заданий рассчитаны на использование типового оборудования кабинета физики и могут выполнять в форме лабораторных работ или в качестве экспериментальных заданий по выбору. </w:t>
      </w:r>
    </w:p>
    <w:p w:rsidR="00A34926" w:rsidRDefault="00A34926" w:rsidP="00797735">
      <w:pPr>
        <w:rPr>
          <w:sz w:val="24"/>
          <w:szCs w:val="24"/>
        </w:rPr>
      </w:pPr>
      <w:r>
        <w:rPr>
          <w:sz w:val="24"/>
          <w:szCs w:val="24"/>
        </w:rPr>
        <w:t>Спецкурс направлен на воспитание у школьников уверенности в своих силах и умение использовать разнообразные приборы и устройства бытовой техники в повседневной жизни. А также на развитие интереса к внимательному рассмотрению привычных явлений, предметов. Желание понять, разобраться в сущности явлений, в устройстве вещей, которые служат человеку всю жизнь, неминуемо потребует дополнительных знаний, подтолкнет к самообразованию, заставит наблюдать, думать, читать, изобретать.</w:t>
      </w:r>
    </w:p>
    <w:p w:rsidR="00A34926" w:rsidRDefault="00A34926" w:rsidP="00797735">
      <w:pPr>
        <w:rPr>
          <w:sz w:val="24"/>
          <w:szCs w:val="24"/>
        </w:rPr>
      </w:pPr>
      <w:r>
        <w:rPr>
          <w:sz w:val="24"/>
          <w:szCs w:val="24"/>
        </w:rPr>
        <w:t>На повышении эффективности усвоения основ физической науки направлено использование принципа генерализации учебного материала – такого отбора информации и методики преподавания, при которых главное внимание уделено изучению основных факторов, понятий, законов, теорий и методов физической науки, обобщению широкого круга физических явлений на основании теории и практики. Отсюда вытекает требования к умениям обучающихся:</w:t>
      </w:r>
    </w:p>
    <w:p w:rsidR="00A34926" w:rsidRDefault="00A34926" w:rsidP="0005259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Применять основные исходные положения науки, для самостоятельного объяснения физических явлений, результатов эксперимента, действия приборов, установок;</w:t>
      </w:r>
    </w:p>
    <w:p w:rsidR="00A34926" w:rsidRDefault="00A34926" w:rsidP="00FE6F7E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Решать нестандартные задачи и практическое применение законов физики.</w:t>
      </w:r>
    </w:p>
    <w:p w:rsidR="00A34926" w:rsidRDefault="00A34926" w:rsidP="0005259C">
      <w:pPr>
        <w:pStyle w:val="ListParagraph"/>
        <w:ind w:left="0"/>
        <w:rPr>
          <w:sz w:val="24"/>
          <w:szCs w:val="24"/>
        </w:rPr>
      </w:pPr>
      <w:r>
        <w:rPr>
          <w:sz w:val="24"/>
          <w:szCs w:val="24"/>
        </w:rPr>
        <w:t>Программа ориентирована на предпрофильную подготовку обучающихся по физике. Она расширяет базовый курс, является предметно- ориентированной и дает обучающимся возможность познакомиться с интересным материалом,  нестандартными задачами, осознать место человека в природе, роль физики в современном обществе,  проверить и развить свои способности по физике.</w:t>
      </w:r>
    </w:p>
    <w:p w:rsidR="00A34926" w:rsidRDefault="00A34926" w:rsidP="0005259C">
      <w:pPr>
        <w:pStyle w:val="ListParagraph"/>
        <w:ind w:left="0"/>
        <w:rPr>
          <w:sz w:val="24"/>
          <w:szCs w:val="24"/>
        </w:rPr>
      </w:pPr>
      <w:r>
        <w:rPr>
          <w:sz w:val="24"/>
          <w:szCs w:val="24"/>
        </w:rPr>
        <w:t>Вопросы, рассматриваемые в программе, выходят за рамки обязательного содержания. Вместе с тем они тесно примыкают к основному курсу. Поэтому данная программа будет способствовать совершенствованию и развитию физических знаний, умений и навыков, предусмотренных программой, поможет оценить свои возможности по физике и более осознанно выбрать профиль дальнейшего обучения.</w:t>
      </w:r>
    </w:p>
    <w:p w:rsidR="00A34926" w:rsidRDefault="00A34926" w:rsidP="00453554">
      <w:pPr>
        <w:pStyle w:val="ListParagraph"/>
        <w:rPr>
          <w:sz w:val="24"/>
          <w:szCs w:val="24"/>
        </w:rPr>
      </w:pPr>
    </w:p>
    <w:p w:rsidR="00A34926" w:rsidRDefault="00A34926" w:rsidP="00453554">
      <w:pPr>
        <w:pStyle w:val="ListParagraph"/>
        <w:rPr>
          <w:b/>
          <w:sz w:val="28"/>
          <w:szCs w:val="28"/>
        </w:rPr>
      </w:pPr>
      <w:r w:rsidRPr="00FB622C">
        <w:rPr>
          <w:b/>
          <w:sz w:val="28"/>
          <w:szCs w:val="28"/>
        </w:rPr>
        <w:t>Физическая задача. Классификация задач (2 часа)</w:t>
      </w:r>
    </w:p>
    <w:p w:rsidR="00A34926" w:rsidRDefault="00A34926" w:rsidP="00453554">
      <w:pPr>
        <w:pStyle w:val="ListParagraph"/>
        <w:rPr>
          <w:b/>
          <w:sz w:val="28"/>
          <w:szCs w:val="28"/>
        </w:rPr>
      </w:pPr>
    </w:p>
    <w:p w:rsidR="00A34926" w:rsidRDefault="00A34926" w:rsidP="0005259C">
      <w:pPr>
        <w:pStyle w:val="ListParagraph"/>
        <w:ind w:left="0"/>
        <w:rPr>
          <w:sz w:val="24"/>
          <w:szCs w:val="24"/>
        </w:rPr>
      </w:pPr>
      <w:r w:rsidRPr="00FB622C">
        <w:rPr>
          <w:sz w:val="24"/>
          <w:szCs w:val="24"/>
        </w:rPr>
        <w:t>Чт</w:t>
      </w:r>
      <w:r>
        <w:rPr>
          <w:sz w:val="24"/>
          <w:szCs w:val="24"/>
        </w:rPr>
        <w:t>о такое физическая задача.  Состав физической задачи. Физическая теория и решение задач. Значение задач в обучении и жизни.</w:t>
      </w:r>
    </w:p>
    <w:p w:rsidR="00A34926" w:rsidRDefault="00A34926" w:rsidP="0005259C">
      <w:pPr>
        <w:pStyle w:val="ListParagraph"/>
        <w:ind w:left="0"/>
        <w:rPr>
          <w:sz w:val="24"/>
          <w:szCs w:val="24"/>
        </w:rPr>
      </w:pPr>
      <w:r>
        <w:rPr>
          <w:sz w:val="24"/>
          <w:szCs w:val="24"/>
        </w:rPr>
        <w:t>Классификация физических задач по требованию, содержанию. Способу знания, способу решения. Примеры решения задач всех видов.</w:t>
      </w:r>
    </w:p>
    <w:p w:rsidR="00A34926" w:rsidRDefault="00A34926" w:rsidP="00453554">
      <w:pPr>
        <w:pStyle w:val="ListParagraph"/>
        <w:rPr>
          <w:sz w:val="24"/>
          <w:szCs w:val="24"/>
        </w:rPr>
      </w:pPr>
    </w:p>
    <w:p w:rsidR="00A34926" w:rsidRDefault="00A34926" w:rsidP="00453554">
      <w:pPr>
        <w:pStyle w:val="ListParagraph"/>
        <w:rPr>
          <w:sz w:val="24"/>
          <w:szCs w:val="24"/>
        </w:rPr>
      </w:pPr>
    </w:p>
    <w:p w:rsidR="00A34926" w:rsidRPr="00A72387" w:rsidRDefault="00A34926" w:rsidP="00453554">
      <w:pPr>
        <w:pStyle w:val="ListParagraph"/>
        <w:rPr>
          <w:b/>
          <w:sz w:val="28"/>
          <w:szCs w:val="28"/>
        </w:rPr>
      </w:pPr>
      <w:r w:rsidRPr="00A72387">
        <w:rPr>
          <w:b/>
          <w:sz w:val="28"/>
          <w:szCs w:val="28"/>
        </w:rPr>
        <w:t>Правила и приемы решения физических задач (2 часа)</w:t>
      </w:r>
    </w:p>
    <w:p w:rsidR="00A34926" w:rsidRDefault="00A34926" w:rsidP="00453554">
      <w:pPr>
        <w:pStyle w:val="ListParagraph"/>
        <w:rPr>
          <w:b/>
          <w:sz w:val="28"/>
          <w:szCs w:val="28"/>
        </w:rPr>
      </w:pPr>
    </w:p>
    <w:p w:rsidR="00A34926" w:rsidRDefault="00A34926" w:rsidP="00A72387">
      <w:pPr>
        <w:rPr>
          <w:sz w:val="24"/>
          <w:szCs w:val="24"/>
        </w:rPr>
      </w:pPr>
      <w:r>
        <w:rPr>
          <w:sz w:val="24"/>
          <w:szCs w:val="24"/>
        </w:rPr>
        <w:t xml:space="preserve">   Об</w:t>
      </w:r>
      <w:r w:rsidRPr="00A72387">
        <w:rPr>
          <w:sz w:val="24"/>
          <w:szCs w:val="24"/>
        </w:rPr>
        <w:t xml:space="preserve">щие требования при решении </w:t>
      </w:r>
      <w:r>
        <w:rPr>
          <w:sz w:val="24"/>
          <w:szCs w:val="24"/>
        </w:rPr>
        <w:t xml:space="preserve"> физических задач. Этапы решения физической задачи. Работа с текстом задачи. Анализ физического явления; формулировка  идеи решения (план решения). Выполнение плана решения задачи. Числовой расчет. Использование вычислительной техники для расчетов. Анализ решения и его значение. Оформление решения задачи.</w:t>
      </w:r>
    </w:p>
    <w:p w:rsidR="00A34926" w:rsidRDefault="00A34926" w:rsidP="00A72387">
      <w:pPr>
        <w:rPr>
          <w:sz w:val="24"/>
          <w:szCs w:val="24"/>
        </w:rPr>
      </w:pPr>
      <w:r>
        <w:rPr>
          <w:sz w:val="24"/>
          <w:szCs w:val="24"/>
        </w:rPr>
        <w:t xml:space="preserve"> Различные приемы и способы физических задач6 алгоритмы, аналогии, геометрические приемы, метод размерностей, графические решения и т. Д.</w:t>
      </w:r>
    </w:p>
    <w:p w:rsidR="00A34926" w:rsidRDefault="00A34926" w:rsidP="00A72387">
      <w:pPr>
        <w:rPr>
          <w:sz w:val="24"/>
          <w:szCs w:val="24"/>
        </w:rPr>
      </w:pPr>
    </w:p>
    <w:p w:rsidR="00A34926" w:rsidRDefault="00A34926" w:rsidP="00A72387">
      <w:pPr>
        <w:rPr>
          <w:b/>
          <w:sz w:val="28"/>
          <w:szCs w:val="28"/>
        </w:rPr>
      </w:pPr>
      <w:r w:rsidRPr="00A72387">
        <w:rPr>
          <w:b/>
          <w:sz w:val="28"/>
          <w:szCs w:val="28"/>
        </w:rPr>
        <w:t>Методы измерения физических величин (5 часов)</w:t>
      </w:r>
    </w:p>
    <w:p w:rsidR="00A34926" w:rsidRDefault="00A34926" w:rsidP="00A72387">
      <w:pPr>
        <w:rPr>
          <w:sz w:val="24"/>
          <w:szCs w:val="24"/>
        </w:rPr>
      </w:pPr>
      <w:r w:rsidRPr="00D23DF8">
        <w:rPr>
          <w:sz w:val="24"/>
          <w:szCs w:val="24"/>
        </w:rPr>
        <w:t>О</w:t>
      </w:r>
      <w:r>
        <w:rPr>
          <w:sz w:val="24"/>
          <w:szCs w:val="24"/>
        </w:rPr>
        <w:t>сновные и производные физические величины и их измерения. Единицы и эталоны величин. Абсолютные и относительные погрешности прямых измерений. Измерительные приборы, инструменты, меры.  Инструментальные погрешности и погрешности отсчета. Классы точности приборов. Границы систематических погрешностей и способы их оценки. Случайные погрешности измерений и оценка их границ.</w:t>
      </w:r>
    </w:p>
    <w:p w:rsidR="00A34926" w:rsidRDefault="00A34926" w:rsidP="00A72387">
      <w:pPr>
        <w:rPr>
          <w:sz w:val="24"/>
          <w:szCs w:val="24"/>
        </w:rPr>
      </w:pPr>
      <w:r>
        <w:rPr>
          <w:sz w:val="24"/>
          <w:szCs w:val="24"/>
        </w:rPr>
        <w:t>Этапы планирования и выполнения эксперимента.  Меры предосторожности при проведении эксперимента. Учет влияния измерительных приборов на исследуемый процесс. Выбор метода измерений и измерительных приборов.</w:t>
      </w:r>
    </w:p>
    <w:p w:rsidR="00A34926" w:rsidRDefault="00A34926" w:rsidP="00A72387">
      <w:pPr>
        <w:rPr>
          <w:sz w:val="24"/>
          <w:szCs w:val="24"/>
        </w:rPr>
      </w:pPr>
      <w:r>
        <w:rPr>
          <w:sz w:val="24"/>
          <w:szCs w:val="24"/>
        </w:rPr>
        <w:t>Способы контроля результатов измерений.  Обсуждение и представление полученных результатов.</w:t>
      </w:r>
    </w:p>
    <w:p w:rsidR="00A34926" w:rsidRPr="006B3CA5" w:rsidRDefault="00A34926" w:rsidP="00A72387">
      <w:pPr>
        <w:rPr>
          <w:b/>
          <w:sz w:val="28"/>
          <w:szCs w:val="28"/>
        </w:rPr>
      </w:pPr>
    </w:p>
    <w:p w:rsidR="00A34926" w:rsidRDefault="00A34926" w:rsidP="00A72387">
      <w:pPr>
        <w:rPr>
          <w:b/>
          <w:sz w:val="28"/>
          <w:szCs w:val="28"/>
        </w:rPr>
      </w:pPr>
      <w:r w:rsidRPr="006B3CA5">
        <w:rPr>
          <w:b/>
          <w:sz w:val="28"/>
          <w:szCs w:val="28"/>
        </w:rPr>
        <w:t>Экспериментальные работы (4 часа)</w:t>
      </w:r>
    </w:p>
    <w:p w:rsidR="00A34926" w:rsidRDefault="00A34926" w:rsidP="008254E3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0815DB">
        <w:rPr>
          <w:sz w:val="24"/>
          <w:szCs w:val="24"/>
        </w:rPr>
        <w:t xml:space="preserve"> Р</w:t>
      </w:r>
      <w:r>
        <w:rPr>
          <w:sz w:val="24"/>
          <w:szCs w:val="24"/>
        </w:rPr>
        <w:t>асчет  средней и мгновенной скорости.</w:t>
      </w:r>
    </w:p>
    <w:p w:rsidR="00A34926" w:rsidRDefault="00A34926" w:rsidP="008254E3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Измерение скорости внизу наклонной плоскости.</w:t>
      </w:r>
    </w:p>
    <w:p w:rsidR="00A34926" w:rsidRDefault="00A34926" w:rsidP="008254E3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Расчет и измерение скорости шара, скатывающегося по наклонному желобу.</w:t>
      </w:r>
    </w:p>
    <w:p w:rsidR="00A34926" w:rsidRDefault="00A34926" w:rsidP="008254E3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Изучение колебаний пружинного маятника.</w:t>
      </w:r>
    </w:p>
    <w:p w:rsidR="00A34926" w:rsidRDefault="00A34926" w:rsidP="000815DB">
      <w:pPr>
        <w:pStyle w:val="ListParagraph"/>
        <w:ind w:left="1070"/>
        <w:rPr>
          <w:sz w:val="24"/>
          <w:szCs w:val="24"/>
        </w:rPr>
      </w:pPr>
    </w:p>
    <w:p w:rsidR="00A34926" w:rsidRDefault="00A34926" w:rsidP="000815DB">
      <w:pPr>
        <w:pStyle w:val="ListParagraph"/>
        <w:ind w:left="1070"/>
        <w:rPr>
          <w:sz w:val="24"/>
          <w:szCs w:val="24"/>
        </w:rPr>
      </w:pPr>
    </w:p>
    <w:p w:rsidR="00A34926" w:rsidRPr="000815DB" w:rsidRDefault="00A34926" w:rsidP="000815DB">
      <w:pPr>
        <w:pStyle w:val="ListParagraph"/>
        <w:ind w:left="1070"/>
        <w:rPr>
          <w:b/>
          <w:sz w:val="28"/>
          <w:szCs w:val="28"/>
        </w:rPr>
      </w:pPr>
      <w:r w:rsidRPr="000815DB">
        <w:rPr>
          <w:b/>
          <w:sz w:val="28"/>
          <w:szCs w:val="28"/>
        </w:rPr>
        <w:t>Экспериментальные задачи (8 часов)</w:t>
      </w:r>
    </w:p>
    <w:p w:rsidR="00A34926" w:rsidRDefault="00A34926">
      <w:pPr>
        <w:pStyle w:val="ListParagraph"/>
        <w:ind w:left="1070"/>
        <w:rPr>
          <w:b/>
          <w:sz w:val="28"/>
          <w:szCs w:val="28"/>
        </w:rPr>
      </w:pPr>
    </w:p>
    <w:p w:rsidR="00A34926" w:rsidRDefault="00A34926" w:rsidP="000815DB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0815DB">
        <w:rPr>
          <w:sz w:val="24"/>
          <w:szCs w:val="24"/>
        </w:rPr>
        <w:t>Решение экспериментальных задач 7 класса (2 часа)</w:t>
      </w:r>
    </w:p>
    <w:p w:rsidR="00A34926" w:rsidRDefault="00A34926" w:rsidP="000815DB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Решение экспериментальных задач 8 класса (2 часа)</w:t>
      </w:r>
    </w:p>
    <w:p w:rsidR="00A34926" w:rsidRDefault="00A34926" w:rsidP="000815DB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Решение экспериментальных задач при полмощи компьютера (4 часа)</w:t>
      </w:r>
    </w:p>
    <w:p w:rsidR="00A34926" w:rsidRDefault="00A34926" w:rsidP="004C0EC7">
      <w:pPr>
        <w:pStyle w:val="ListParagraph"/>
        <w:ind w:left="1430"/>
        <w:rPr>
          <w:sz w:val="24"/>
          <w:szCs w:val="24"/>
        </w:rPr>
      </w:pPr>
    </w:p>
    <w:p w:rsidR="00A34926" w:rsidRDefault="00A34926" w:rsidP="004C0EC7">
      <w:pPr>
        <w:pStyle w:val="ListParagraph"/>
        <w:ind w:left="1430"/>
        <w:rPr>
          <w:sz w:val="24"/>
          <w:szCs w:val="24"/>
        </w:rPr>
      </w:pPr>
    </w:p>
    <w:p w:rsidR="00A34926" w:rsidRDefault="00A34926" w:rsidP="004C0EC7">
      <w:pPr>
        <w:pStyle w:val="ListParagraph"/>
        <w:ind w:left="1430"/>
        <w:rPr>
          <w:b/>
          <w:sz w:val="28"/>
          <w:szCs w:val="28"/>
        </w:rPr>
      </w:pPr>
      <w:r w:rsidRPr="004C0EC7">
        <w:rPr>
          <w:b/>
          <w:sz w:val="28"/>
          <w:szCs w:val="28"/>
        </w:rPr>
        <w:t>Лабораторные работы (12 часов)</w:t>
      </w:r>
    </w:p>
    <w:p w:rsidR="00A34926" w:rsidRDefault="00A34926" w:rsidP="004C0EC7">
      <w:pPr>
        <w:pStyle w:val="ListParagraph"/>
        <w:ind w:left="1430"/>
        <w:rPr>
          <w:b/>
          <w:sz w:val="28"/>
          <w:szCs w:val="28"/>
        </w:rPr>
      </w:pPr>
    </w:p>
    <w:p w:rsidR="00A34926" w:rsidRDefault="00A34926" w:rsidP="008F4FA7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8F4FA7">
        <w:rPr>
          <w:sz w:val="24"/>
          <w:szCs w:val="24"/>
        </w:rPr>
        <w:t xml:space="preserve"> Расчет погрешностей измерений физических величин. </w:t>
      </w:r>
    </w:p>
    <w:p w:rsidR="00A34926" w:rsidRDefault="00A34926" w:rsidP="008F4FA7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Изучение равноускоренного движения.</w:t>
      </w:r>
    </w:p>
    <w:p w:rsidR="00A34926" w:rsidRDefault="00A34926" w:rsidP="008F4FA7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Измерение массы тела.</w:t>
      </w:r>
    </w:p>
    <w:p w:rsidR="00A34926" w:rsidRDefault="00A34926" w:rsidP="008F4FA7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Определение жесткости пружины.</w:t>
      </w:r>
    </w:p>
    <w:p w:rsidR="00A34926" w:rsidRDefault="00A34926" w:rsidP="008F4FA7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Определение  коэффициента трения скольжения.</w:t>
      </w:r>
    </w:p>
    <w:p w:rsidR="00A34926" w:rsidRDefault="00A34926" w:rsidP="008F4FA7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Изучение движения тела, брошенного горизонтально.</w:t>
      </w:r>
    </w:p>
    <w:p w:rsidR="00A34926" w:rsidRDefault="00A34926" w:rsidP="008F4FA7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 Изучение движения тела по окружности под действием нескольких сил.</w:t>
      </w:r>
    </w:p>
    <w:p w:rsidR="00A34926" w:rsidRDefault="00A34926" w:rsidP="008F4FA7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 Выяснение условия равновесия тел под действием нескольких сил.</w:t>
      </w:r>
    </w:p>
    <w:p w:rsidR="00A34926" w:rsidRDefault="00A34926" w:rsidP="008F4FA7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Определение центра тяжести плоской пластины.</w:t>
      </w:r>
    </w:p>
    <w:p w:rsidR="00A34926" w:rsidRDefault="00A34926" w:rsidP="008F4FA7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 Измерение КПД наклонной плоскости.</w:t>
      </w:r>
    </w:p>
    <w:p w:rsidR="00A34926" w:rsidRDefault="00A34926" w:rsidP="008F4FA7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 Сравнение произведенной работы с изменением энергии тела.</w:t>
      </w:r>
    </w:p>
    <w:p w:rsidR="00A34926" w:rsidRPr="008F4FA7" w:rsidRDefault="00A34926" w:rsidP="008F4FA7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Измерение ускорения свободного падения с помощью маятника.</w:t>
      </w:r>
    </w:p>
    <w:p w:rsidR="00A34926" w:rsidRDefault="00A34926" w:rsidP="004C0EC7">
      <w:pPr>
        <w:pStyle w:val="ListParagraph"/>
        <w:ind w:left="1430"/>
        <w:rPr>
          <w:sz w:val="24"/>
          <w:szCs w:val="24"/>
        </w:rPr>
      </w:pPr>
    </w:p>
    <w:p w:rsidR="00A34926" w:rsidRPr="008F4FA7" w:rsidRDefault="00A34926" w:rsidP="004C0EC7">
      <w:pPr>
        <w:pStyle w:val="ListParagraph"/>
        <w:ind w:left="1430"/>
        <w:rPr>
          <w:b/>
          <w:sz w:val="28"/>
          <w:szCs w:val="28"/>
        </w:rPr>
      </w:pPr>
      <w:r w:rsidRPr="008F4FA7">
        <w:rPr>
          <w:b/>
          <w:sz w:val="28"/>
          <w:szCs w:val="28"/>
        </w:rPr>
        <w:t xml:space="preserve"> Обобщающее занятие (1 час)</w:t>
      </w:r>
    </w:p>
    <w:p w:rsidR="00A34926" w:rsidRDefault="00A34926" w:rsidP="004C0EC7">
      <w:pPr>
        <w:pStyle w:val="ListParagraph"/>
        <w:ind w:left="1430"/>
        <w:rPr>
          <w:b/>
          <w:sz w:val="28"/>
          <w:szCs w:val="28"/>
        </w:rPr>
      </w:pPr>
    </w:p>
    <w:p w:rsidR="00A34926" w:rsidRDefault="00A34926" w:rsidP="004C0EC7">
      <w:pPr>
        <w:pStyle w:val="ListParagraph"/>
        <w:ind w:left="1430"/>
        <w:rPr>
          <w:b/>
          <w:sz w:val="28"/>
          <w:szCs w:val="28"/>
        </w:rPr>
      </w:pPr>
    </w:p>
    <w:p w:rsidR="00A34926" w:rsidRDefault="00A34926" w:rsidP="004C0EC7">
      <w:pPr>
        <w:pStyle w:val="ListParagraph"/>
        <w:ind w:left="1430"/>
        <w:rPr>
          <w:b/>
          <w:sz w:val="28"/>
          <w:szCs w:val="28"/>
        </w:rPr>
      </w:pPr>
    </w:p>
    <w:p w:rsidR="00A34926" w:rsidRDefault="00A34926" w:rsidP="004C0EC7">
      <w:pPr>
        <w:pStyle w:val="ListParagraph"/>
        <w:ind w:left="1430"/>
        <w:rPr>
          <w:b/>
          <w:sz w:val="28"/>
          <w:szCs w:val="28"/>
        </w:rPr>
      </w:pPr>
    </w:p>
    <w:p w:rsidR="00A34926" w:rsidRDefault="00A34926" w:rsidP="004C0EC7">
      <w:pPr>
        <w:pStyle w:val="ListParagraph"/>
        <w:ind w:left="1430"/>
        <w:rPr>
          <w:b/>
          <w:sz w:val="28"/>
          <w:szCs w:val="28"/>
        </w:rPr>
      </w:pPr>
    </w:p>
    <w:p w:rsidR="00A34926" w:rsidRDefault="00A34926" w:rsidP="004C0EC7">
      <w:pPr>
        <w:pStyle w:val="ListParagraph"/>
        <w:ind w:left="1430"/>
        <w:rPr>
          <w:b/>
          <w:sz w:val="28"/>
          <w:szCs w:val="28"/>
        </w:rPr>
      </w:pPr>
    </w:p>
    <w:p w:rsidR="00A34926" w:rsidRDefault="00A34926" w:rsidP="004C0EC7">
      <w:pPr>
        <w:pStyle w:val="ListParagraph"/>
        <w:ind w:left="1430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Литература:</w:t>
      </w:r>
    </w:p>
    <w:p w:rsidR="00A34926" w:rsidRDefault="00A34926" w:rsidP="00C6597D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C6597D">
        <w:rPr>
          <w:sz w:val="24"/>
          <w:szCs w:val="24"/>
        </w:rPr>
        <w:t>Демонстрационный</w:t>
      </w:r>
      <w:r>
        <w:rPr>
          <w:sz w:val="24"/>
          <w:szCs w:val="24"/>
        </w:rPr>
        <w:t xml:space="preserve"> эксперимент по физике в средней школе./Под ред. </w:t>
      </w:r>
    </w:p>
    <w:p w:rsidR="00A34926" w:rsidRDefault="00A34926" w:rsidP="0043351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А. А.</w:t>
      </w:r>
      <w:r w:rsidRPr="0043351D">
        <w:rPr>
          <w:sz w:val="24"/>
          <w:szCs w:val="24"/>
        </w:rPr>
        <w:t>Покровского. Ч.1.</w:t>
      </w:r>
      <w:r>
        <w:rPr>
          <w:sz w:val="24"/>
          <w:szCs w:val="24"/>
        </w:rPr>
        <w:t>-М.:Просвещение, 1978.</w:t>
      </w:r>
    </w:p>
    <w:p w:rsidR="00A34926" w:rsidRDefault="00A34926" w:rsidP="0043351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2. Методика преподавания физики в 7- 11 классах средней школы. /Под редакцией В. П. Орехова и А. В. Усовой. - М.: Просвещение, 1999.</w:t>
      </w:r>
    </w:p>
    <w:p w:rsidR="00A34926" w:rsidRDefault="00A34926" w:rsidP="0043351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3.Енохович А. С. Справочник по физике. – М.: Просвещение, 1978.</w:t>
      </w:r>
    </w:p>
    <w:p w:rsidR="00A34926" w:rsidRDefault="00A34926" w:rsidP="0043351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4.Мартынов И. М.,  Хозяинова. Э. Н. Дидактический материал по физике. 9 класс. – М.: Просвещение, 1995.</w:t>
      </w:r>
    </w:p>
    <w:p w:rsidR="00A34926" w:rsidRDefault="00A34926" w:rsidP="0043351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5.Скрелин Л. И. Дидактический материал по физике. 9 класс. – М.: Просвещение, 1998</w:t>
      </w:r>
    </w:p>
    <w:p w:rsidR="00A34926" w:rsidRDefault="00A34926" w:rsidP="0043351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6. Хрестоматия по физике / Под ред. Б.И. Спасского. – М.: Просвещение, 1982.</w:t>
      </w:r>
    </w:p>
    <w:p w:rsidR="00A34926" w:rsidRDefault="00A34926" w:rsidP="0043351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7. Рымкевич А. П. , Рымкевич П.А.  Сборник задач по физике для 9-11 классов. – М.: Просвещение, 2000.</w:t>
      </w:r>
    </w:p>
    <w:p w:rsidR="00A34926" w:rsidRDefault="00A34926" w:rsidP="0043351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8.Степанова Г.  Н.  Сборник задач по физике: Для 9-11 классов общеобразовательных учреждений. - М.: Просвещение, 1998.</w:t>
      </w:r>
    </w:p>
    <w:p w:rsidR="00A34926" w:rsidRDefault="00A34926" w:rsidP="0043351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9. Городецкий Д. Н., Пеньков И. А. Проверочные работы по физике. -  Минск «Высшая школа», 1987.</w:t>
      </w:r>
    </w:p>
    <w:p w:rsidR="00A34926" w:rsidRDefault="00A34926" w:rsidP="0043351D">
      <w:pPr>
        <w:pStyle w:val="ListParagraph"/>
        <w:rPr>
          <w:sz w:val="24"/>
          <w:szCs w:val="24"/>
        </w:rPr>
      </w:pPr>
    </w:p>
    <w:p w:rsidR="00A34926" w:rsidRDefault="00A34926" w:rsidP="0043351D">
      <w:pPr>
        <w:pStyle w:val="ListParagraph"/>
        <w:rPr>
          <w:sz w:val="24"/>
          <w:szCs w:val="24"/>
        </w:rPr>
      </w:pPr>
    </w:p>
    <w:p w:rsidR="00A34926" w:rsidRDefault="00A34926" w:rsidP="0043351D">
      <w:pPr>
        <w:pStyle w:val="ListParagraph"/>
        <w:rPr>
          <w:sz w:val="24"/>
          <w:szCs w:val="24"/>
        </w:rPr>
      </w:pPr>
    </w:p>
    <w:p w:rsidR="00A34926" w:rsidRDefault="00A34926" w:rsidP="0043351D">
      <w:pPr>
        <w:pStyle w:val="ListParagraph"/>
        <w:rPr>
          <w:sz w:val="24"/>
          <w:szCs w:val="24"/>
        </w:rPr>
      </w:pPr>
    </w:p>
    <w:p w:rsidR="00A34926" w:rsidRDefault="00A34926" w:rsidP="0043351D">
      <w:pPr>
        <w:pStyle w:val="ListParagraph"/>
        <w:rPr>
          <w:sz w:val="24"/>
          <w:szCs w:val="24"/>
        </w:rPr>
      </w:pPr>
    </w:p>
    <w:p w:rsidR="00A34926" w:rsidRDefault="00A34926" w:rsidP="0043351D">
      <w:pPr>
        <w:pStyle w:val="ListParagraph"/>
        <w:rPr>
          <w:sz w:val="24"/>
          <w:szCs w:val="24"/>
        </w:rPr>
      </w:pPr>
    </w:p>
    <w:p w:rsidR="00A34926" w:rsidRDefault="00A34926" w:rsidP="0043351D">
      <w:pPr>
        <w:pStyle w:val="ListParagraph"/>
        <w:rPr>
          <w:sz w:val="24"/>
          <w:szCs w:val="24"/>
        </w:rPr>
      </w:pPr>
    </w:p>
    <w:p w:rsidR="00A34926" w:rsidRDefault="00A34926" w:rsidP="0043351D">
      <w:pPr>
        <w:pStyle w:val="ListParagraph"/>
        <w:rPr>
          <w:sz w:val="24"/>
          <w:szCs w:val="24"/>
        </w:rPr>
      </w:pPr>
    </w:p>
    <w:p w:rsidR="00A34926" w:rsidRDefault="00A34926" w:rsidP="0043351D">
      <w:pPr>
        <w:pStyle w:val="ListParagraph"/>
        <w:rPr>
          <w:sz w:val="24"/>
          <w:szCs w:val="24"/>
        </w:rPr>
      </w:pPr>
    </w:p>
    <w:p w:rsidR="00A34926" w:rsidRDefault="00A34926" w:rsidP="0043351D">
      <w:pPr>
        <w:pStyle w:val="ListParagraph"/>
        <w:rPr>
          <w:sz w:val="24"/>
          <w:szCs w:val="24"/>
        </w:rPr>
      </w:pPr>
    </w:p>
    <w:p w:rsidR="00A34926" w:rsidRDefault="00A34926" w:rsidP="0043351D">
      <w:pPr>
        <w:pStyle w:val="ListParagraph"/>
        <w:rPr>
          <w:sz w:val="24"/>
          <w:szCs w:val="24"/>
        </w:rPr>
      </w:pPr>
    </w:p>
    <w:p w:rsidR="00A34926" w:rsidRDefault="00A34926" w:rsidP="0043351D">
      <w:pPr>
        <w:pStyle w:val="ListParagraph"/>
        <w:rPr>
          <w:sz w:val="24"/>
          <w:szCs w:val="24"/>
        </w:rPr>
      </w:pPr>
    </w:p>
    <w:p w:rsidR="00A34926" w:rsidRDefault="00A34926" w:rsidP="0043351D">
      <w:pPr>
        <w:pStyle w:val="ListParagraph"/>
        <w:rPr>
          <w:sz w:val="24"/>
          <w:szCs w:val="24"/>
        </w:rPr>
      </w:pPr>
    </w:p>
    <w:p w:rsidR="00A34926" w:rsidRDefault="00A34926" w:rsidP="0043351D">
      <w:pPr>
        <w:pStyle w:val="ListParagraph"/>
        <w:rPr>
          <w:sz w:val="24"/>
          <w:szCs w:val="24"/>
        </w:rPr>
      </w:pPr>
    </w:p>
    <w:p w:rsidR="00A34926" w:rsidRDefault="00A34926" w:rsidP="0043351D">
      <w:pPr>
        <w:pStyle w:val="ListParagraph"/>
        <w:rPr>
          <w:sz w:val="24"/>
          <w:szCs w:val="24"/>
        </w:rPr>
      </w:pPr>
    </w:p>
    <w:p w:rsidR="00A34926" w:rsidRDefault="00A34926" w:rsidP="0043351D">
      <w:pPr>
        <w:pStyle w:val="ListParagraph"/>
        <w:rPr>
          <w:sz w:val="24"/>
          <w:szCs w:val="24"/>
        </w:rPr>
      </w:pPr>
    </w:p>
    <w:p w:rsidR="00A34926" w:rsidRDefault="00A34926" w:rsidP="0043351D">
      <w:pPr>
        <w:pStyle w:val="ListParagraph"/>
        <w:rPr>
          <w:sz w:val="24"/>
          <w:szCs w:val="24"/>
        </w:rPr>
      </w:pPr>
    </w:p>
    <w:p w:rsidR="00A34926" w:rsidRDefault="00A34926" w:rsidP="0043351D">
      <w:pPr>
        <w:pStyle w:val="ListParagraph"/>
        <w:rPr>
          <w:sz w:val="24"/>
          <w:szCs w:val="24"/>
        </w:rPr>
      </w:pPr>
    </w:p>
    <w:p w:rsidR="00A34926" w:rsidRDefault="00A34926" w:rsidP="0043351D">
      <w:pPr>
        <w:pStyle w:val="ListParagraph"/>
        <w:rPr>
          <w:sz w:val="24"/>
          <w:szCs w:val="24"/>
        </w:rPr>
      </w:pPr>
    </w:p>
    <w:p w:rsidR="00A34926" w:rsidRDefault="00A34926" w:rsidP="0043351D">
      <w:pPr>
        <w:pStyle w:val="ListParagraph"/>
        <w:rPr>
          <w:sz w:val="24"/>
          <w:szCs w:val="24"/>
        </w:rPr>
      </w:pPr>
    </w:p>
    <w:p w:rsidR="00A34926" w:rsidRDefault="00A34926" w:rsidP="0043351D">
      <w:pPr>
        <w:pStyle w:val="ListParagraph"/>
        <w:rPr>
          <w:sz w:val="24"/>
          <w:szCs w:val="24"/>
        </w:rPr>
      </w:pPr>
    </w:p>
    <w:p w:rsidR="00A34926" w:rsidRDefault="00A34926" w:rsidP="0043351D">
      <w:pPr>
        <w:pStyle w:val="ListParagraph"/>
        <w:rPr>
          <w:sz w:val="24"/>
          <w:szCs w:val="24"/>
        </w:rPr>
      </w:pPr>
    </w:p>
    <w:p w:rsidR="00A34926" w:rsidRDefault="00A34926" w:rsidP="0043351D">
      <w:pPr>
        <w:pStyle w:val="ListParagraph"/>
        <w:rPr>
          <w:sz w:val="24"/>
          <w:szCs w:val="24"/>
        </w:rPr>
      </w:pPr>
    </w:p>
    <w:p w:rsidR="00A34926" w:rsidRDefault="00A34926" w:rsidP="0043351D">
      <w:pPr>
        <w:pStyle w:val="ListParagraph"/>
        <w:rPr>
          <w:sz w:val="24"/>
          <w:szCs w:val="24"/>
        </w:rPr>
      </w:pPr>
    </w:p>
    <w:p w:rsidR="00A34926" w:rsidRDefault="00A34926" w:rsidP="0043351D">
      <w:pPr>
        <w:pStyle w:val="ListParagraph"/>
        <w:rPr>
          <w:sz w:val="24"/>
          <w:szCs w:val="24"/>
        </w:rPr>
      </w:pPr>
    </w:p>
    <w:p w:rsidR="00A34926" w:rsidRDefault="00A34926" w:rsidP="0043351D">
      <w:pPr>
        <w:pStyle w:val="ListParagraph"/>
        <w:rPr>
          <w:sz w:val="24"/>
          <w:szCs w:val="24"/>
        </w:rPr>
      </w:pPr>
    </w:p>
    <w:p w:rsidR="00A34926" w:rsidRPr="00CE45AA" w:rsidRDefault="00A34926" w:rsidP="0043351D">
      <w:pPr>
        <w:pStyle w:val="ListParagraph"/>
        <w:rPr>
          <w:b/>
          <w:sz w:val="28"/>
          <w:szCs w:val="28"/>
        </w:rPr>
      </w:pPr>
      <w:r w:rsidRPr="00CE45AA">
        <w:rPr>
          <w:b/>
          <w:sz w:val="28"/>
          <w:szCs w:val="28"/>
        </w:rPr>
        <w:t xml:space="preserve">Тематическое планирование </w:t>
      </w:r>
    </w:p>
    <w:p w:rsidR="00A34926" w:rsidRDefault="00A34926" w:rsidP="0043351D">
      <w:pPr>
        <w:pStyle w:val="ListParagraph"/>
        <w:rPr>
          <w:b/>
          <w:sz w:val="28"/>
          <w:szCs w:val="28"/>
        </w:rPr>
      </w:pPr>
      <w:r w:rsidRPr="00CE45AA">
        <w:rPr>
          <w:b/>
          <w:sz w:val="28"/>
          <w:szCs w:val="28"/>
        </w:rPr>
        <w:t>«Природа физических явлений»</w:t>
      </w:r>
    </w:p>
    <w:p w:rsidR="00A34926" w:rsidRDefault="00A34926" w:rsidP="0043351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r w:rsidRPr="00CE45AA">
        <w:rPr>
          <w:sz w:val="24"/>
          <w:szCs w:val="24"/>
        </w:rPr>
        <w:t>34 (часа)</w:t>
      </w:r>
    </w:p>
    <w:p w:rsidR="00A34926" w:rsidRDefault="00A34926" w:rsidP="0043351D">
      <w:pPr>
        <w:pStyle w:val="ListParagraph"/>
        <w:rPr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2"/>
        <w:gridCol w:w="1134"/>
        <w:gridCol w:w="5529"/>
        <w:gridCol w:w="1559"/>
      </w:tblGrid>
      <w:tr w:rsidR="00A34926" w:rsidRPr="00C47239" w:rsidTr="00C47239">
        <w:tc>
          <w:tcPr>
            <w:tcW w:w="522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№</w:t>
            </w:r>
          </w:p>
        </w:tc>
        <w:tc>
          <w:tcPr>
            <w:tcW w:w="1134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Дата</w:t>
            </w:r>
          </w:p>
        </w:tc>
        <w:tc>
          <w:tcPr>
            <w:tcW w:w="552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Содержание урока</w:t>
            </w:r>
          </w:p>
        </w:tc>
        <w:tc>
          <w:tcPr>
            <w:tcW w:w="155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Д/З</w:t>
            </w:r>
          </w:p>
        </w:tc>
      </w:tr>
      <w:tr w:rsidR="00A34926" w:rsidRPr="00C47239" w:rsidTr="00C47239">
        <w:tc>
          <w:tcPr>
            <w:tcW w:w="522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1.</w:t>
            </w:r>
          </w:p>
        </w:tc>
        <w:tc>
          <w:tcPr>
            <w:tcW w:w="1134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Техника безопасности</w:t>
            </w:r>
          </w:p>
        </w:tc>
        <w:tc>
          <w:tcPr>
            <w:tcW w:w="155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конспект</w:t>
            </w:r>
          </w:p>
        </w:tc>
      </w:tr>
      <w:tr w:rsidR="00A34926" w:rsidRPr="00C47239" w:rsidTr="00C47239">
        <w:tc>
          <w:tcPr>
            <w:tcW w:w="522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2.</w:t>
            </w:r>
          </w:p>
        </w:tc>
        <w:tc>
          <w:tcPr>
            <w:tcW w:w="1134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Физическая задача</w:t>
            </w:r>
          </w:p>
        </w:tc>
        <w:tc>
          <w:tcPr>
            <w:tcW w:w="155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доклады</w:t>
            </w:r>
          </w:p>
        </w:tc>
      </w:tr>
      <w:tr w:rsidR="00A34926" w:rsidRPr="00C47239" w:rsidTr="00C47239">
        <w:tc>
          <w:tcPr>
            <w:tcW w:w="522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3.</w:t>
            </w:r>
          </w:p>
        </w:tc>
        <w:tc>
          <w:tcPr>
            <w:tcW w:w="1134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Классификация физических задач</w:t>
            </w:r>
          </w:p>
        </w:tc>
        <w:tc>
          <w:tcPr>
            <w:tcW w:w="155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конспект</w:t>
            </w:r>
          </w:p>
        </w:tc>
      </w:tr>
      <w:tr w:rsidR="00A34926" w:rsidRPr="00C47239" w:rsidTr="00C47239">
        <w:tc>
          <w:tcPr>
            <w:tcW w:w="522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4.</w:t>
            </w:r>
          </w:p>
        </w:tc>
        <w:tc>
          <w:tcPr>
            <w:tcW w:w="1134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Этапы решения физической задачи</w:t>
            </w:r>
          </w:p>
        </w:tc>
        <w:tc>
          <w:tcPr>
            <w:tcW w:w="155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конспект</w:t>
            </w:r>
          </w:p>
        </w:tc>
      </w:tr>
      <w:tr w:rsidR="00A34926" w:rsidRPr="00C47239" w:rsidTr="00C47239">
        <w:tc>
          <w:tcPr>
            <w:tcW w:w="522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5.</w:t>
            </w:r>
          </w:p>
        </w:tc>
        <w:tc>
          <w:tcPr>
            <w:tcW w:w="1134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Алгоритмы решения задач</w:t>
            </w:r>
          </w:p>
        </w:tc>
        <w:tc>
          <w:tcPr>
            <w:tcW w:w="155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</w:tr>
      <w:tr w:rsidR="00A34926" w:rsidRPr="00C47239" w:rsidTr="00C47239">
        <w:tc>
          <w:tcPr>
            <w:tcW w:w="522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6.</w:t>
            </w:r>
          </w:p>
        </w:tc>
        <w:tc>
          <w:tcPr>
            <w:tcW w:w="1134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Погрешности измерений физических величин</w:t>
            </w:r>
          </w:p>
        </w:tc>
        <w:tc>
          <w:tcPr>
            <w:tcW w:w="155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конспект</w:t>
            </w:r>
          </w:p>
        </w:tc>
      </w:tr>
      <w:tr w:rsidR="00A34926" w:rsidRPr="00C47239" w:rsidTr="00C47239">
        <w:tc>
          <w:tcPr>
            <w:tcW w:w="522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7.</w:t>
            </w:r>
          </w:p>
        </w:tc>
        <w:tc>
          <w:tcPr>
            <w:tcW w:w="1134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Расчет погрешностей измерений физических величин</w:t>
            </w:r>
          </w:p>
        </w:tc>
        <w:tc>
          <w:tcPr>
            <w:tcW w:w="155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Закончить расчеты</w:t>
            </w:r>
          </w:p>
        </w:tc>
      </w:tr>
      <w:tr w:rsidR="00A34926" w:rsidRPr="00C47239" w:rsidTr="00C47239">
        <w:tc>
          <w:tcPr>
            <w:tcW w:w="522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8.</w:t>
            </w:r>
          </w:p>
        </w:tc>
        <w:tc>
          <w:tcPr>
            <w:tcW w:w="1134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Решение экспериментальных задач 7 класса</w:t>
            </w:r>
          </w:p>
        </w:tc>
        <w:tc>
          <w:tcPr>
            <w:tcW w:w="155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задачи</w:t>
            </w:r>
          </w:p>
        </w:tc>
      </w:tr>
      <w:tr w:rsidR="00A34926" w:rsidRPr="00C47239" w:rsidTr="00C47239">
        <w:tc>
          <w:tcPr>
            <w:tcW w:w="522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9.</w:t>
            </w:r>
          </w:p>
        </w:tc>
        <w:tc>
          <w:tcPr>
            <w:tcW w:w="1134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Расчет средней и мгновенной скорости</w:t>
            </w:r>
          </w:p>
        </w:tc>
        <w:tc>
          <w:tcPr>
            <w:tcW w:w="155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Закончить расчеты</w:t>
            </w:r>
          </w:p>
        </w:tc>
      </w:tr>
      <w:tr w:rsidR="00A34926" w:rsidRPr="00C47239" w:rsidTr="00C47239">
        <w:tc>
          <w:tcPr>
            <w:tcW w:w="522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10.</w:t>
            </w:r>
          </w:p>
        </w:tc>
        <w:tc>
          <w:tcPr>
            <w:tcW w:w="1134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Изучение равноускоренного движения</w:t>
            </w:r>
          </w:p>
        </w:tc>
        <w:tc>
          <w:tcPr>
            <w:tcW w:w="155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Закончить расчеты</w:t>
            </w:r>
          </w:p>
        </w:tc>
      </w:tr>
      <w:tr w:rsidR="00A34926" w:rsidRPr="00C47239" w:rsidTr="00C47239">
        <w:tc>
          <w:tcPr>
            <w:tcW w:w="522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11.</w:t>
            </w:r>
          </w:p>
        </w:tc>
        <w:tc>
          <w:tcPr>
            <w:tcW w:w="1134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Определение ускорения тела при равноускоренном движении.</w:t>
            </w:r>
          </w:p>
        </w:tc>
        <w:tc>
          <w:tcPr>
            <w:tcW w:w="155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Закончить расчеты</w:t>
            </w:r>
          </w:p>
        </w:tc>
      </w:tr>
      <w:tr w:rsidR="00A34926" w:rsidRPr="00C47239" w:rsidTr="00C47239">
        <w:tc>
          <w:tcPr>
            <w:tcW w:w="522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12.</w:t>
            </w:r>
          </w:p>
        </w:tc>
        <w:tc>
          <w:tcPr>
            <w:tcW w:w="1134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Измерение скорости внизу наклонной плоскости</w:t>
            </w:r>
          </w:p>
        </w:tc>
        <w:tc>
          <w:tcPr>
            <w:tcW w:w="155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Закончить расчеты</w:t>
            </w:r>
          </w:p>
        </w:tc>
      </w:tr>
      <w:tr w:rsidR="00A34926" w:rsidRPr="00C47239" w:rsidTr="00C47239">
        <w:tc>
          <w:tcPr>
            <w:tcW w:w="522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13.</w:t>
            </w:r>
          </w:p>
        </w:tc>
        <w:tc>
          <w:tcPr>
            <w:tcW w:w="1134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Измерение массы тел</w:t>
            </w:r>
          </w:p>
        </w:tc>
        <w:tc>
          <w:tcPr>
            <w:tcW w:w="155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Закончить расчеты</w:t>
            </w:r>
          </w:p>
        </w:tc>
      </w:tr>
      <w:tr w:rsidR="00A34926" w:rsidRPr="00C47239" w:rsidTr="00C47239">
        <w:tc>
          <w:tcPr>
            <w:tcW w:w="522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14.</w:t>
            </w:r>
          </w:p>
        </w:tc>
        <w:tc>
          <w:tcPr>
            <w:tcW w:w="1134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Определение жесткости пружины</w:t>
            </w:r>
          </w:p>
        </w:tc>
        <w:tc>
          <w:tcPr>
            <w:tcW w:w="155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Закончить расчеты</w:t>
            </w:r>
          </w:p>
        </w:tc>
      </w:tr>
      <w:tr w:rsidR="00A34926" w:rsidRPr="00C47239" w:rsidTr="00C47239">
        <w:tc>
          <w:tcPr>
            <w:tcW w:w="522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15.</w:t>
            </w:r>
          </w:p>
        </w:tc>
        <w:tc>
          <w:tcPr>
            <w:tcW w:w="1134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Определение коэффициента трения скольжения</w:t>
            </w:r>
          </w:p>
        </w:tc>
        <w:tc>
          <w:tcPr>
            <w:tcW w:w="155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Закончить расчеты</w:t>
            </w:r>
          </w:p>
        </w:tc>
      </w:tr>
      <w:tr w:rsidR="00A34926" w:rsidRPr="00C47239" w:rsidTr="00C47239">
        <w:tc>
          <w:tcPr>
            <w:tcW w:w="522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16.</w:t>
            </w:r>
          </w:p>
        </w:tc>
        <w:tc>
          <w:tcPr>
            <w:tcW w:w="1134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Изучение движения тела по окружности под действием нескольких сил.</w:t>
            </w:r>
          </w:p>
        </w:tc>
        <w:tc>
          <w:tcPr>
            <w:tcW w:w="155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Закончить расчеты</w:t>
            </w:r>
          </w:p>
        </w:tc>
      </w:tr>
      <w:tr w:rsidR="00A34926" w:rsidRPr="00C47239" w:rsidTr="00C47239">
        <w:tc>
          <w:tcPr>
            <w:tcW w:w="522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17.</w:t>
            </w:r>
          </w:p>
        </w:tc>
        <w:tc>
          <w:tcPr>
            <w:tcW w:w="1134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Решение экспериментальных задач 7 класса</w:t>
            </w:r>
          </w:p>
        </w:tc>
        <w:tc>
          <w:tcPr>
            <w:tcW w:w="155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задачи</w:t>
            </w:r>
          </w:p>
        </w:tc>
      </w:tr>
      <w:tr w:rsidR="00A34926" w:rsidRPr="00C47239" w:rsidTr="00C47239">
        <w:tc>
          <w:tcPr>
            <w:tcW w:w="522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18.</w:t>
            </w:r>
          </w:p>
        </w:tc>
        <w:tc>
          <w:tcPr>
            <w:tcW w:w="1134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Выяснение условий равновесия тел под действием нескольких сил.</w:t>
            </w:r>
          </w:p>
        </w:tc>
        <w:tc>
          <w:tcPr>
            <w:tcW w:w="155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Закончить расчеты</w:t>
            </w:r>
          </w:p>
        </w:tc>
      </w:tr>
      <w:tr w:rsidR="00A34926" w:rsidRPr="00C47239" w:rsidTr="00C47239">
        <w:tc>
          <w:tcPr>
            <w:tcW w:w="522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19.</w:t>
            </w:r>
          </w:p>
        </w:tc>
        <w:tc>
          <w:tcPr>
            <w:tcW w:w="1134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Определение центра тяжести плоской пластины</w:t>
            </w:r>
          </w:p>
        </w:tc>
        <w:tc>
          <w:tcPr>
            <w:tcW w:w="155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Закончить расчеты</w:t>
            </w:r>
          </w:p>
        </w:tc>
      </w:tr>
      <w:tr w:rsidR="00A34926" w:rsidRPr="00C47239" w:rsidTr="00C47239">
        <w:tc>
          <w:tcPr>
            <w:tcW w:w="522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20.</w:t>
            </w:r>
          </w:p>
        </w:tc>
        <w:tc>
          <w:tcPr>
            <w:tcW w:w="1134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Решение экспериментальных задач 8класса</w:t>
            </w:r>
          </w:p>
        </w:tc>
        <w:tc>
          <w:tcPr>
            <w:tcW w:w="155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задачи</w:t>
            </w:r>
          </w:p>
        </w:tc>
      </w:tr>
      <w:tr w:rsidR="00A34926" w:rsidRPr="00C47239" w:rsidTr="00C47239">
        <w:tc>
          <w:tcPr>
            <w:tcW w:w="522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21.</w:t>
            </w:r>
          </w:p>
        </w:tc>
        <w:tc>
          <w:tcPr>
            <w:tcW w:w="1134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Решение экспериментальных задач 8класса</w:t>
            </w:r>
          </w:p>
        </w:tc>
        <w:tc>
          <w:tcPr>
            <w:tcW w:w="155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задачи</w:t>
            </w:r>
          </w:p>
        </w:tc>
      </w:tr>
      <w:tr w:rsidR="00A34926" w:rsidRPr="00C47239" w:rsidTr="00C47239">
        <w:tc>
          <w:tcPr>
            <w:tcW w:w="522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22.</w:t>
            </w:r>
          </w:p>
        </w:tc>
        <w:tc>
          <w:tcPr>
            <w:tcW w:w="1134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Измерение КПД наклонной плоскости</w:t>
            </w:r>
          </w:p>
        </w:tc>
        <w:tc>
          <w:tcPr>
            <w:tcW w:w="155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Закончить расчеты</w:t>
            </w:r>
          </w:p>
        </w:tc>
      </w:tr>
      <w:tr w:rsidR="00A34926" w:rsidRPr="00C47239" w:rsidTr="00C47239">
        <w:tc>
          <w:tcPr>
            <w:tcW w:w="522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23.</w:t>
            </w:r>
          </w:p>
        </w:tc>
        <w:tc>
          <w:tcPr>
            <w:tcW w:w="1134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Сравнение произведенной работы с изменением энергии</w:t>
            </w:r>
          </w:p>
        </w:tc>
        <w:tc>
          <w:tcPr>
            <w:tcW w:w="155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Закончить расчеты</w:t>
            </w:r>
          </w:p>
        </w:tc>
      </w:tr>
      <w:tr w:rsidR="00A34926" w:rsidRPr="00C47239" w:rsidTr="00C47239">
        <w:tc>
          <w:tcPr>
            <w:tcW w:w="522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24.</w:t>
            </w:r>
          </w:p>
        </w:tc>
        <w:tc>
          <w:tcPr>
            <w:tcW w:w="1134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Изучение закона сохранения энергии</w:t>
            </w:r>
          </w:p>
        </w:tc>
        <w:tc>
          <w:tcPr>
            <w:tcW w:w="155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Закончить расчеты</w:t>
            </w:r>
          </w:p>
        </w:tc>
      </w:tr>
      <w:tr w:rsidR="00A34926" w:rsidRPr="00C47239" w:rsidTr="00C47239">
        <w:tc>
          <w:tcPr>
            <w:tcW w:w="522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25.</w:t>
            </w:r>
          </w:p>
        </w:tc>
        <w:tc>
          <w:tcPr>
            <w:tcW w:w="1134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Расчет и измерение скорости шара, скатывающегося по наклонному желобу.</w:t>
            </w:r>
          </w:p>
        </w:tc>
        <w:tc>
          <w:tcPr>
            <w:tcW w:w="155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Закончить расчеты</w:t>
            </w:r>
          </w:p>
        </w:tc>
      </w:tr>
      <w:tr w:rsidR="00A34926" w:rsidRPr="00C47239" w:rsidTr="00C47239">
        <w:tc>
          <w:tcPr>
            <w:tcW w:w="522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26.</w:t>
            </w:r>
          </w:p>
        </w:tc>
        <w:tc>
          <w:tcPr>
            <w:tcW w:w="1134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Решение экспериментальных задач 9 класса</w:t>
            </w:r>
          </w:p>
        </w:tc>
        <w:tc>
          <w:tcPr>
            <w:tcW w:w="155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задачи</w:t>
            </w:r>
          </w:p>
        </w:tc>
      </w:tr>
      <w:tr w:rsidR="00A34926" w:rsidRPr="00C47239" w:rsidTr="00C47239">
        <w:tc>
          <w:tcPr>
            <w:tcW w:w="522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27.</w:t>
            </w:r>
          </w:p>
        </w:tc>
        <w:tc>
          <w:tcPr>
            <w:tcW w:w="1134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Решение экспериментальных задач 9 класса</w:t>
            </w:r>
          </w:p>
        </w:tc>
        <w:tc>
          <w:tcPr>
            <w:tcW w:w="155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задачи</w:t>
            </w:r>
          </w:p>
        </w:tc>
      </w:tr>
      <w:tr w:rsidR="00A34926" w:rsidRPr="00C47239" w:rsidTr="00C47239">
        <w:tc>
          <w:tcPr>
            <w:tcW w:w="522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28.</w:t>
            </w:r>
          </w:p>
        </w:tc>
        <w:tc>
          <w:tcPr>
            <w:tcW w:w="1134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Изучение колебаний пружинного маятника</w:t>
            </w:r>
          </w:p>
        </w:tc>
        <w:tc>
          <w:tcPr>
            <w:tcW w:w="155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Закончить расчеты</w:t>
            </w:r>
          </w:p>
        </w:tc>
      </w:tr>
      <w:tr w:rsidR="00A34926" w:rsidRPr="00C47239" w:rsidTr="00C47239">
        <w:tc>
          <w:tcPr>
            <w:tcW w:w="522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29.</w:t>
            </w:r>
          </w:p>
        </w:tc>
        <w:tc>
          <w:tcPr>
            <w:tcW w:w="1134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Измерение ускорения свободного падения с помощью маятника</w:t>
            </w:r>
          </w:p>
        </w:tc>
        <w:tc>
          <w:tcPr>
            <w:tcW w:w="155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Закончить расчеты</w:t>
            </w:r>
          </w:p>
        </w:tc>
      </w:tr>
      <w:tr w:rsidR="00A34926" w:rsidRPr="00C47239" w:rsidTr="00C47239">
        <w:tc>
          <w:tcPr>
            <w:tcW w:w="522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30.</w:t>
            </w:r>
          </w:p>
        </w:tc>
        <w:tc>
          <w:tcPr>
            <w:tcW w:w="1134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Решение экспериментальных задач 9 класса</w:t>
            </w:r>
          </w:p>
        </w:tc>
        <w:tc>
          <w:tcPr>
            <w:tcW w:w="155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Закончить расчеты</w:t>
            </w:r>
          </w:p>
        </w:tc>
      </w:tr>
      <w:tr w:rsidR="00A34926" w:rsidRPr="00C47239" w:rsidTr="00C47239">
        <w:tc>
          <w:tcPr>
            <w:tcW w:w="522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31.</w:t>
            </w:r>
          </w:p>
        </w:tc>
        <w:tc>
          <w:tcPr>
            <w:tcW w:w="1134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Решение экспериментальных задач с помощью компьютера</w:t>
            </w:r>
          </w:p>
        </w:tc>
        <w:tc>
          <w:tcPr>
            <w:tcW w:w="155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Закончить расчеты</w:t>
            </w:r>
          </w:p>
        </w:tc>
      </w:tr>
      <w:tr w:rsidR="00A34926" w:rsidRPr="00C47239" w:rsidTr="00C47239">
        <w:tc>
          <w:tcPr>
            <w:tcW w:w="522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32.</w:t>
            </w:r>
          </w:p>
        </w:tc>
        <w:tc>
          <w:tcPr>
            <w:tcW w:w="1134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Решение экспериментальных задач с помощью компьютера</w:t>
            </w:r>
          </w:p>
        </w:tc>
        <w:tc>
          <w:tcPr>
            <w:tcW w:w="155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Закончить расчеты</w:t>
            </w:r>
          </w:p>
        </w:tc>
      </w:tr>
      <w:tr w:rsidR="00A34926" w:rsidRPr="00C47239" w:rsidTr="00C47239">
        <w:tc>
          <w:tcPr>
            <w:tcW w:w="522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33.</w:t>
            </w:r>
          </w:p>
        </w:tc>
        <w:tc>
          <w:tcPr>
            <w:tcW w:w="1134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Решение экспериментальных задач с помощью компьютера</w:t>
            </w:r>
          </w:p>
        </w:tc>
        <w:tc>
          <w:tcPr>
            <w:tcW w:w="155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Закончить расчеты</w:t>
            </w:r>
          </w:p>
        </w:tc>
      </w:tr>
      <w:tr w:rsidR="00A34926" w:rsidRPr="00C47239" w:rsidTr="00C47239">
        <w:tc>
          <w:tcPr>
            <w:tcW w:w="522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34.</w:t>
            </w:r>
          </w:p>
        </w:tc>
        <w:tc>
          <w:tcPr>
            <w:tcW w:w="1134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C47239">
              <w:rPr>
                <w:sz w:val="24"/>
                <w:szCs w:val="24"/>
              </w:rPr>
              <w:t>Обобщение пройденного материала</w:t>
            </w:r>
          </w:p>
        </w:tc>
        <w:tc>
          <w:tcPr>
            <w:tcW w:w="1559" w:type="dxa"/>
          </w:tcPr>
          <w:p w:rsidR="00A34926" w:rsidRPr="00C47239" w:rsidRDefault="00A34926" w:rsidP="00C47239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</w:tr>
    </w:tbl>
    <w:p w:rsidR="00A34926" w:rsidRPr="00CE45AA" w:rsidRDefault="00A34926" w:rsidP="0043351D">
      <w:pPr>
        <w:pStyle w:val="ListParagraph"/>
        <w:rPr>
          <w:sz w:val="24"/>
          <w:szCs w:val="24"/>
        </w:rPr>
      </w:pPr>
    </w:p>
    <w:sectPr w:rsidR="00A34926" w:rsidRPr="00CE45AA" w:rsidSect="005622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C14C4"/>
    <w:multiLevelType w:val="hybridMultilevel"/>
    <w:tmpl w:val="1C1E05F8"/>
    <w:lvl w:ilvl="0" w:tplc="454E443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5147D9A"/>
    <w:multiLevelType w:val="hybridMultilevel"/>
    <w:tmpl w:val="63203596"/>
    <w:lvl w:ilvl="0" w:tplc="F548753E">
      <w:start w:val="1"/>
      <w:numFmt w:val="decimal"/>
      <w:lvlText w:val="%1."/>
      <w:lvlJc w:val="left"/>
      <w:pPr>
        <w:ind w:left="17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  <w:rPr>
        <w:rFonts w:cs="Times New Roman"/>
      </w:rPr>
    </w:lvl>
  </w:abstractNum>
  <w:abstractNum w:abstractNumId="2">
    <w:nsid w:val="44CC1C04"/>
    <w:multiLevelType w:val="hybridMultilevel"/>
    <w:tmpl w:val="CB3656F2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>
    <w:nsid w:val="49FB63B9"/>
    <w:multiLevelType w:val="hybridMultilevel"/>
    <w:tmpl w:val="41D643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F81FDD"/>
    <w:multiLevelType w:val="hybridMultilevel"/>
    <w:tmpl w:val="486012F2"/>
    <w:lvl w:ilvl="0" w:tplc="23B65084">
      <w:start w:val="1"/>
      <w:numFmt w:val="decimal"/>
      <w:lvlText w:val="%1."/>
      <w:lvlJc w:val="left"/>
      <w:pPr>
        <w:ind w:left="14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  <w:rPr>
        <w:rFonts w:cs="Times New Roman"/>
      </w:rPr>
    </w:lvl>
  </w:abstractNum>
  <w:abstractNum w:abstractNumId="5">
    <w:nsid w:val="5CAE4CF8"/>
    <w:multiLevelType w:val="hybridMultilevel"/>
    <w:tmpl w:val="87E24F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9FF1F68"/>
    <w:multiLevelType w:val="hybridMultilevel"/>
    <w:tmpl w:val="E7C05C46"/>
    <w:lvl w:ilvl="0" w:tplc="298C524E">
      <w:start w:val="1"/>
      <w:numFmt w:val="decimal"/>
      <w:lvlText w:val="%1."/>
      <w:lvlJc w:val="left"/>
      <w:pPr>
        <w:ind w:left="17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7735"/>
    <w:rsid w:val="00047408"/>
    <w:rsid w:val="0005259C"/>
    <w:rsid w:val="000815DB"/>
    <w:rsid w:val="000C411D"/>
    <w:rsid w:val="00151833"/>
    <w:rsid w:val="0016242B"/>
    <w:rsid w:val="00172EC4"/>
    <w:rsid w:val="002D3A5C"/>
    <w:rsid w:val="003231DE"/>
    <w:rsid w:val="003D0273"/>
    <w:rsid w:val="0043351D"/>
    <w:rsid w:val="00453554"/>
    <w:rsid w:val="00463CE3"/>
    <w:rsid w:val="004A15E9"/>
    <w:rsid w:val="004C0EC7"/>
    <w:rsid w:val="00512334"/>
    <w:rsid w:val="005143A0"/>
    <w:rsid w:val="00522679"/>
    <w:rsid w:val="0053310D"/>
    <w:rsid w:val="0055491F"/>
    <w:rsid w:val="00562252"/>
    <w:rsid w:val="0064795F"/>
    <w:rsid w:val="00677E38"/>
    <w:rsid w:val="006928AA"/>
    <w:rsid w:val="006B3CA5"/>
    <w:rsid w:val="006D03CA"/>
    <w:rsid w:val="006D3286"/>
    <w:rsid w:val="0076408E"/>
    <w:rsid w:val="00797735"/>
    <w:rsid w:val="008254E3"/>
    <w:rsid w:val="008F4FA7"/>
    <w:rsid w:val="00A34926"/>
    <w:rsid w:val="00A72387"/>
    <w:rsid w:val="00A7281A"/>
    <w:rsid w:val="00BC1F9A"/>
    <w:rsid w:val="00C278B1"/>
    <w:rsid w:val="00C47239"/>
    <w:rsid w:val="00C6597D"/>
    <w:rsid w:val="00CE45AA"/>
    <w:rsid w:val="00D23DF8"/>
    <w:rsid w:val="00E05031"/>
    <w:rsid w:val="00E525FE"/>
    <w:rsid w:val="00FB622C"/>
    <w:rsid w:val="00FE291F"/>
    <w:rsid w:val="00FE6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25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97735"/>
    <w:pPr>
      <w:ind w:left="720"/>
      <w:contextualSpacing/>
    </w:pPr>
  </w:style>
  <w:style w:type="table" w:styleId="TableGrid">
    <w:name w:val="Table Grid"/>
    <w:basedOn w:val="TableNormal"/>
    <w:uiPriority w:val="99"/>
    <w:rsid w:val="005143A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479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8</Pages>
  <Words>1833</Words>
  <Characters>10454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 Казенное образовательное учреждение «Лицей №2» города Михайловска</dc:title>
  <dc:subject/>
  <dc:creator>Шаталова Юлия Сергеевна</dc:creator>
  <cp:keywords/>
  <dc:description/>
  <cp:lastModifiedBy>User</cp:lastModifiedBy>
  <cp:revision>2</cp:revision>
  <dcterms:created xsi:type="dcterms:W3CDTF">2014-08-28T15:18:00Z</dcterms:created>
  <dcterms:modified xsi:type="dcterms:W3CDTF">2014-08-28T15:18:00Z</dcterms:modified>
</cp:coreProperties>
</file>