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65" w:rsidRDefault="00C61565" w:rsidP="00C46F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B42B8">
        <w:rPr>
          <w:b/>
          <w:bCs/>
          <w:sz w:val="28"/>
          <w:szCs w:val="28"/>
        </w:rPr>
        <w:t>Формирование  у детей  дошкольного возраста осознания нравственных</w:t>
      </w:r>
      <w:r>
        <w:rPr>
          <w:b/>
          <w:bCs/>
          <w:sz w:val="28"/>
          <w:szCs w:val="28"/>
        </w:rPr>
        <w:t xml:space="preserve"> </w:t>
      </w:r>
      <w:r w:rsidRPr="006B42B8">
        <w:rPr>
          <w:b/>
          <w:bCs/>
          <w:sz w:val="28"/>
          <w:szCs w:val="28"/>
        </w:rPr>
        <w:t xml:space="preserve"> норм   посредст</w:t>
      </w:r>
      <w:r>
        <w:rPr>
          <w:b/>
          <w:bCs/>
          <w:sz w:val="28"/>
          <w:szCs w:val="28"/>
        </w:rPr>
        <w:t>вом   игровых сеансов с куклами</w:t>
      </w:r>
    </w:p>
    <w:p w:rsidR="00C61565" w:rsidRPr="00C46FF3" w:rsidRDefault="00C61565" w:rsidP="00C46F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61565" w:rsidRDefault="00C61565" w:rsidP="00C46FF3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  <w:r w:rsidRPr="006B42B8">
        <w:rPr>
          <w:b/>
          <w:bCs/>
          <w:i/>
          <w:iCs/>
          <w:sz w:val="28"/>
          <w:szCs w:val="28"/>
        </w:rPr>
        <w:t>Лепская Н.В</w:t>
      </w:r>
      <w:r>
        <w:rPr>
          <w:b/>
          <w:bCs/>
          <w:sz w:val="28"/>
          <w:szCs w:val="28"/>
        </w:rPr>
        <w:t>.,</w:t>
      </w:r>
    </w:p>
    <w:p w:rsidR="00C61565" w:rsidRPr="00C46FF3" w:rsidRDefault="00C61565" w:rsidP="00C46FF3">
      <w:pPr>
        <w:autoSpaceDE w:val="0"/>
        <w:autoSpaceDN w:val="0"/>
        <w:adjustRightInd w:val="0"/>
        <w:ind w:firstLine="709"/>
        <w:jc w:val="right"/>
        <w:rPr>
          <w:i/>
          <w:iCs/>
          <w:sz w:val="28"/>
          <w:szCs w:val="28"/>
        </w:rPr>
      </w:pPr>
      <w:r w:rsidRPr="00C46FF3">
        <w:rPr>
          <w:i/>
          <w:iCs/>
          <w:sz w:val="28"/>
          <w:szCs w:val="28"/>
        </w:rPr>
        <w:t>воспитатель МДОУ ЦРР-детского сада №10</w:t>
      </w:r>
    </w:p>
    <w:p w:rsidR="00C61565" w:rsidRPr="00C46FF3" w:rsidRDefault="00C61565" w:rsidP="00C46FF3">
      <w:pPr>
        <w:autoSpaceDE w:val="0"/>
        <w:autoSpaceDN w:val="0"/>
        <w:adjustRightInd w:val="0"/>
        <w:ind w:firstLine="709"/>
        <w:jc w:val="right"/>
        <w:rPr>
          <w:i/>
          <w:iCs/>
          <w:sz w:val="28"/>
          <w:szCs w:val="28"/>
        </w:rPr>
      </w:pPr>
      <w:r w:rsidRPr="00C46FF3">
        <w:rPr>
          <w:i/>
          <w:iCs/>
          <w:sz w:val="28"/>
          <w:szCs w:val="28"/>
        </w:rPr>
        <w:t>г. Алексеевки</w:t>
      </w:r>
      <w:r>
        <w:rPr>
          <w:i/>
          <w:iCs/>
          <w:sz w:val="28"/>
          <w:szCs w:val="28"/>
        </w:rPr>
        <w:t xml:space="preserve"> </w:t>
      </w:r>
      <w:r w:rsidRPr="00C46FF3">
        <w:rPr>
          <w:i/>
          <w:iCs/>
          <w:sz w:val="28"/>
          <w:szCs w:val="28"/>
        </w:rPr>
        <w:t xml:space="preserve"> Белгородской области</w:t>
      </w:r>
    </w:p>
    <w:p w:rsidR="00C61565" w:rsidRPr="00B3185F" w:rsidRDefault="00C61565" w:rsidP="00C46FF3">
      <w:pPr>
        <w:shd w:val="clear" w:color="auto" w:fill="FFFFFF"/>
        <w:ind w:firstLine="709"/>
        <w:jc w:val="both"/>
        <w:rPr>
          <w:sz w:val="28"/>
          <w:szCs w:val="28"/>
        </w:rPr>
      </w:pPr>
      <w:r w:rsidRPr="00156085">
        <w:rPr>
          <w:sz w:val="28"/>
          <w:szCs w:val="28"/>
        </w:rPr>
        <w:t xml:space="preserve">Одним из основополагающих факторов эффективной организации образовательного процесса в дошкольном учреждении является </w:t>
      </w:r>
      <w:r>
        <w:rPr>
          <w:sz w:val="28"/>
          <w:szCs w:val="28"/>
        </w:rPr>
        <w:t>социально-личностное развитие дошкольников</w:t>
      </w:r>
      <w:r w:rsidRPr="00156085">
        <w:rPr>
          <w:sz w:val="28"/>
          <w:szCs w:val="28"/>
        </w:rPr>
        <w:t xml:space="preserve">. По своей сути личность представляет собой целостную систему. В процессе личностного развития ребёнок постепенно обретает самостоятельность и социальную активность. Интегральная же индивидуальность каждой личности складывается в процессе воспитания, развития и обучения. </w:t>
      </w:r>
    </w:p>
    <w:p w:rsidR="00C61565" w:rsidRDefault="00C61565" w:rsidP="00C46FF3">
      <w:pPr>
        <w:keepNext/>
        <w:widowControl w:val="0"/>
        <w:ind w:firstLine="709"/>
        <w:jc w:val="both"/>
        <w:rPr>
          <w:sz w:val="28"/>
          <w:szCs w:val="28"/>
        </w:rPr>
      </w:pPr>
      <w:r w:rsidRPr="0057677C">
        <w:rPr>
          <w:sz w:val="28"/>
          <w:szCs w:val="28"/>
        </w:rPr>
        <w:t xml:space="preserve">Уже в дошкольном возрасте каждый ребенок - индивидуальность со своими чувствами, переживаниями и поэтому общепринятые нормы и правила, воспринимаются и усваиваются детьми по-разному. С самого раннего возраста ребенок включается в систему взаимосвязей с другими людьми. Однако даже непосредственное общение людей является сложным и многогранным процессом. Оно предполагает понимание людей друг друга, своих собственных чувств и поступков. Но дети дошкольного возраста эгоцентричны, недостаточное взаимопонимание между детьми является причиной конфликтов, ссор, споров и даже драк. </w:t>
      </w:r>
      <w:r>
        <w:rPr>
          <w:sz w:val="28"/>
          <w:szCs w:val="28"/>
        </w:rPr>
        <w:t xml:space="preserve"> </w:t>
      </w:r>
    </w:p>
    <w:p w:rsidR="00C61565" w:rsidRPr="005B0B9D" w:rsidRDefault="00C61565" w:rsidP="00C46FF3">
      <w:pPr>
        <w:pStyle w:val="NormalWeb"/>
      </w:pPr>
      <w:r w:rsidRPr="005B0B9D">
        <w:t xml:space="preserve">Основные задачи нравственного воспитания дошкольников включают формирование у детей нравственных чувств, положительных навыков и привычек поведения, нравственных представлений и мотивов поведения. Нравственное воспитание влияет на формирование </w:t>
      </w:r>
      <w:r w:rsidRPr="008202C4">
        <w:t>таких</w:t>
      </w:r>
      <w:r w:rsidRPr="005B0B9D">
        <w:t xml:space="preserve"> качеств дошколь</w:t>
      </w:r>
      <w:r>
        <w:t>ника, как:</w:t>
      </w:r>
      <w:r w:rsidRPr="005B0B9D">
        <w:t xml:space="preserve"> добродушие и проявление гуманных отношений, чувство ответственности и справедливости, дружеские отношения со сверстниками, уважение к старшим. Ребенок, способный правильно оценить и понять чувства и эмоции другого человека, для которого понятия дружба, сострадание, уважение, доброта, любовь не являются пустым звуком, имеет гораздо более высокий </w:t>
      </w:r>
      <w:r>
        <w:t>уровень эмоционального развития. У</w:t>
      </w:r>
      <w:r w:rsidRPr="005B0B9D">
        <w:t xml:space="preserve"> него не возникает проблем в общении с окружающими и он гораздо устойчивее переносит стрессовые ситуации, не поддаваясь негативному воздействию извне. </w:t>
      </w:r>
    </w:p>
    <w:p w:rsidR="00C61565" w:rsidRPr="006B42B8" w:rsidRDefault="00C61565" w:rsidP="00C46FF3">
      <w:pPr>
        <w:pStyle w:val="NormalWeb"/>
      </w:pPr>
      <w:r w:rsidRPr="005B0B9D">
        <w:t xml:space="preserve">В современном мире дошкольного воспитания отмечается, что ребёнок дошкольного возраста испытывает потребность в установлении положительных взаимоотношений, проявлении добрых поступков, но он не знает и не понимает, как можно владеть способами нравственной деятельности, поэтому встаёт необходимость обучения этим способам. </w:t>
      </w:r>
      <w:r>
        <w:t>Р</w:t>
      </w:r>
      <w:r w:rsidRPr="001A1413">
        <w:t xml:space="preserve">ассматривая процесс  формирования </w:t>
      </w:r>
      <w:r>
        <w:t xml:space="preserve"> осознания </w:t>
      </w:r>
      <w:r w:rsidRPr="00356989">
        <w:t xml:space="preserve">нравственных </w:t>
      </w:r>
      <w:r>
        <w:t xml:space="preserve"> норм</w:t>
      </w:r>
      <w:r w:rsidRPr="001A1413">
        <w:t xml:space="preserve"> у детей дошкольного возраста</w:t>
      </w:r>
      <w:r>
        <w:t>,</w:t>
      </w:r>
      <w:r w:rsidRPr="001A1413">
        <w:t xml:space="preserve"> очевидно, что  </w:t>
      </w:r>
      <w:r>
        <w:t>этот процесс требует</w:t>
      </w:r>
      <w:r w:rsidRPr="001A1413">
        <w:t xml:space="preserve"> активного направленного вмешательства взрослого, который должен создать условия для наиболее эффективного формирования у ребенка  нравственных представлений.</w:t>
      </w:r>
    </w:p>
    <w:p w:rsidR="00C61565" w:rsidRPr="005B0B9D" w:rsidRDefault="00C61565" w:rsidP="00C46FF3">
      <w:pPr>
        <w:pStyle w:val="NormalWeb"/>
      </w:pPr>
      <w:r w:rsidRPr="005B0B9D">
        <w:t xml:space="preserve">Существуют различные средства для достижения этой цели: использование художественной литературы, музыки, кино, примера взрослого, игры, труда и так далее. Но наиболее оптимальным и правильным для детей этого возраста средством нравственного воспитания является игра. А любая игра немыслима без игрушки. В игровой, неформальной обстановке дошкольники лучше усваивают не только знания, но и очень многие навыки и умения, незаметно для себя начинают корректировать своё поведение и преодолевать психологические трудности. </w:t>
      </w:r>
    </w:p>
    <w:p w:rsidR="00C61565" w:rsidRDefault="00C61565" w:rsidP="00C46FF3">
      <w:pPr>
        <w:pStyle w:val="NormalWeb"/>
      </w:pPr>
      <w:r w:rsidRPr="005B0B9D">
        <w:t>Кукла занимает особое место в воспитании ребенка. Это та игрушка, которая больше всего отвечает потребностям познавательной деятельности детей. Для современного ребёнка кукла – прежде всего милая игрушка, которую можно превратить в символического партнёра для игры. Ребёнок переживает с ней события собственной и чужой жизни в эмоциональных и нравственных проявл</w:t>
      </w:r>
      <w:r>
        <w:t>ениях, доступных его пониманию.</w:t>
      </w:r>
      <w:r w:rsidRPr="007717E8">
        <w:t xml:space="preserve"> Чувства, которые рождаются в играх с куклами, становятся ведущими во взаимоотношениях с людьми.</w:t>
      </w:r>
    </w:p>
    <w:p w:rsidR="00C61565" w:rsidRPr="00836557" w:rsidRDefault="00C61565" w:rsidP="00C46FF3">
      <w:pPr>
        <w:pStyle w:val="NormalWeb"/>
      </w:pPr>
      <w:r w:rsidRPr="00836557">
        <w:t>Существует дефицит педагогических средств, которые формировали бы опыт реальных поступков, обучают приемам осознания поведения в условиях, когда сами предлагают нравственные цели, или побуждают оценивать поступки по моральным критериям, такое обучение неэффективно для освоения общественного опыта нравственного осознания поступков</w:t>
      </w:r>
      <w:r>
        <w:t>,</w:t>
      </w:r>
      <w:r w:rsidRPr="00836557">
        <w:t xml:space="preserve"> так как происходит формирование представлений в отрыве от реального поведения. Индивидуальное обучение носит эпизодический характер, им охватываются не все дети. Отсутствует последовательност</w:t>
      </w:r>
      <w:r>
        <w:t>ь реализуемых задач. Чтобы измен</w:t>
      </w:r>
      <w:r w:rsidRPr="00836557">
        <w:t>ить ситуацию, необходимо пересмотреть подходы к построению педагогического процесса, изменить формы организации обучающей деятельности, систематизировать методы и приемы в работе педагогов по нравственному воспитанию.</w:t>
      </w:r>
    </w:p>
    <w:p w:rsidR="00C61565" w:rsidRPr="00463501" w:rsidRDefault="00C61565" w:rsidP="00C46FF3">
      <w:pPr>
        <w:pStyle w:val="NormalWeb"/>
      </w:pPr>
      <w:r w:rsidRPr="007717E8">
        <w:t>Изучение массовой практики свидетельствует, что потенциальные возможности разных кукол</w:t>
      </w:r>
      <w:r>
        <w:t>, игры с ними, как позитивные, т</w:t>
      </w:r>
      <w:r w:rsidRPr="007717E8">
        <w:t xml:space="preserve">ак и негативные, недооцениваются, недостаточно представлена работа по ознакомлению с куклами (функциями, возможностями ролевого поведения с их использованием), «очеловечиванию» игрушек этого вида. </w:t>
      </w:r>
      <w:r>
        <w:t xml:space="preserve"> </w:t>
      </w:r>
    </w:p>
    <w:p w:rsidR="00C61565" w:rsidRDefault="00C61565" w:rsidP="00C46FF3">
      <w:pPr>
        <w:pStyle w:val="NormalWeb"/>
      </w:pPr>
      <w:r>
        <w:t>В процессе работы с детьми  р</w:t>
      </w:r>
      <w:r w:rsidRPr="00380175">
        <w:t>азработана модель включения куклы в педагогически</w:t>
      </w:r>
      <w:r>
        <w:t xml:space="preserve">й процесс, затрагивающая четыре </w:t>
      </w:r>
      <w:r w:rsidRPr="00380175">
        <w:t>направления</w:t>
      </w:r>
      <w:r>
        <w:t xml:space="preserve"> работы дошкольного учреждения:</w:t>
      </w:r>
    </w:p>
    <w:p w:rsidR="00C61565" w:rsidRDefault="00C61565" w:rsidP="00C46FF3">
      <w:pPr>
        <w:pStyle w:val="NormalWeb"/>
        <w:numPr>
          <w:ilvl w:val="0"/>
          <w:numId w:val="3"/>
        </w:numPr>
        <w:ind w:left="0" w:firstLine="709"/>
      </w:pPr>
      <w:r w:rsidRPr="00380175">
        <w:t>формирование знаний и</w:t>
      </w:r>
      <w:r>
        <w:t xml:space="preserve"> </w:t>
      </w:r>
      <w:r w:rsidRPr="00380175">
        <w:t>интереса к кукле (представления об</w:t>
      </w:r>
      <w:r>
        <w:t xml:space="preserve"> истории и разнообразии кукол), </w:t>
      </w:r>
    </w:p>
    <w:p w:rsidR="00C61565" w:rsidRDefault="00C61565" w:rsidP="00C46FF3">
      <w:pPr>
        <w:pStyle w:val="NormalWeb"/>
        <w:numPr>
          <w:ilvl w:val="0"/>
          <w:numId w:val="3"/>
        </w:numPr>
        <w:ind w:left="0" w:firstLine="709"/>
      </w:pPr>
      <w:r>
        <w:t xml:space="preserve">изготовление и </w:t>
      </w:r>
      <w:r w:rsidRPr="00380175">
        <w:t>взаимодействие с куклой (игры с кукл</w:t>
      </w:r>
      <w:r>
        <w:t xml:space="preserve">ами, кукла - участник  деятельности и </w:t>
      </w:r>
      <w:r w:rsidRPr="00380175">
        <w:t xml:space="preserve">режимных процессов), </w:t>
      </w:r>
    </w:p>
    <w:p w:rsidR="00C61565" w:rsidRDefault="00C61565" w:rsidP="00C46FF3">
      <w:pPr>
        <w:pStyle w:val="NormalWeb"/>
        <w:numPr>
          <w:ilvl w:val="0"/>
          <w:numId w:val="3"/>
        </w:numPr>
        <w:ind w:left="0" w:firstLine="709"/>
      </w:pPr>
      <w:r w:rsidRPr="00380175">
        <w:t>деятельность «ради</w:t>
      </w:r>
      <w:r>
        <w:t xml:space="preserve"> куклы» (создание куклы, оборудование места для </w:t>
      </w:r>
      <w:r w:rsidRPr="00380175">
        <w:t xml:space="preserve">кукол, </w:t>
      </w:r>
      <w:r>
        <w:t xml:space="preserve"> </w:t>
      </w:r>
      <w:r w:rsidRPr="00380175">
        <w:t xml:space="preserve"> обучение и воспитание об</w:t>
      </w:r>
      <w:r>
        <w:t xml:space="preserve">разов, которые </w:t>
      </w:r>
      <w:r w:rsidRPr="00380175">
        <w:t>воплощают куклы),</w:t>
      </w:r>
    </w:p>
    <w:p w:rsidR="00C61565" w:rsidRPr="00380175" w:rsidRDefault="00C61565" w:rsidP="00C46FF3">
      <w:pPr>
        <w:pStyle w:val="NormalWeb"/>
        <w:numPr>
          <w:ilvl w:val="0"/>
          <w:numId w:val="3"/>
        </w:numPr>
        <w:ind w:left="0" w:firstLine="709"/>
      </w:pPr>
      <w:r w:rsidRPr="00380175">
        <w:t>взаимоотнош</w:t>
      </w:r>
      <w:r>
        <w:t xml:space="preserve">ения с людьми (перенос способов </w:t>
      </w:r>
      <w:r w:rsidRPr="00380175">
        <w:t xml:space="preserve">проявления </w:t>
      </w:r>
      <w:r>
        <w:t>нравственных чувств</w:t>
      </w:r>
      <w:r w:rsidRPr="00380175">
        <w:t xml:space="preserve"> на окружающих людей).</w:t>
      </w:r>
    </w:p>
    <w:p w:rsidR="00C61565" w:rsidRDefault="00C61565" w:rsidP="00C46F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147A7">
        <w:rPr>
          <w:color w:val="000000"/>
          <w:sz w:val="28"/>
          <w:szCs w:val="28"/>
        </w:rPr>
        <w:t xml:space="preserve"> </w:t>
      </w:r>
      <w:r w:rsidRPr="008A62A1">
        <w:rPr>
          <w:i/>
          <w:iCs/>
          <w:color w:val="000000"/>
          <w:sz w:val="28"/>
          <w:szCs w:val="28"/>
          <w:u w:val="single"/>
        </w:rPr>
        <w:t>Первое направление</w:t>
      </w:r>
      <w:r w:rsidRPr="007147A7">
        <w:rPr>
          <w:color w:val="000000"/>
          <w:sz w:val="28"/>
          <w:szCs w:val="28"/>
        </w:rPr>
        <w:t xml:space="preserve"> связано </w:t>
      </w:r>
      <w:r>
        <w:rPr>
          <w:color w:val="000000"/>
          <w:sz w:val="28"/>
          <w:szCs w:val="28"/>
        </w:rPr>
        <w:t>с работой по формированию знаний и интереса к куклам.</w:t>
      </w:r>
      <w:r w:rsidRPr="007147A7">
        <w:rPr>
          <w:color w:val="000000"/>
          <w:sz w:val="28"/>
          <w:szCs w:val="28"/>
        </w:rPr>
        <w:t xml:space="preserve"> В этом ключе дошкольников необходимо </w:t>
      </w:r>
      <w:r w:rsidRPr="007147A7">
        <w:rPr>
          <w:sz w:val="28"/>
          <w:szCs w:val="28"/>
        </w:rPr>
        <w:t>познакомить,</w:t>
      </w:r>
      <w:r>
        <w:rPr>
          <w:color w:val="000000"/>
          <w:sz w:val="28"/>
          <w:szCs w:val="28"/>
        </w:rPr>
        <w:t xml:space="preserve"> с историей куклы, различными видами кукол. Для реализации этой</w:t>
      </w:r>
      <w:r w:rsidRPr="007147A7">
        <w:rPr>
          <w:color w:val="000000"/>
          <w:sz w:val="28"/>
          <w:szCs w:val="28"/>
        </w:rPr>
        <w:t xml:space="preserve"> цели </w:t>
      </w:r>
      <w:r>
        <w:rPr>
          <w:color w:val="000000"/>
          <w:sz w:val="28"/>
          <w:szCs w:val="28"/>
        </w:rPr>
        <w:t xml:space="preserve"> </w:t>
      </w:r>
      <w:r w:rsidRPr="007147A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использовали</w:t>
      </w:r>
      <w:r w:rsidRPr="007147A7">
        <w:rPr>
          <w:sz w:val="28"/>
          <w:szCs w:val="28"/>
        </w:rPr>
        <w:t xml:space="preserve"> занятия, беседы</w:t>
      </w:r>
      <w:r w:rsidRPr="007147A7">
        <w:rPr>
          <w:color w:val="000000"/>
          <w:sz w:val="28"/>
          <w:szCs w:val="28"/>
        </w:rPr>
        <w:t xml:space="preserve">, экскурсии. </w:t>
      </w:r>
    </w:p>
    <w:p w:rsidR="00C61565" w:rsidRDefault="00C61565" w:rsidP="00C46F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A62A1">
        <w:rPr>
          <w:i/>
          <w:iCs/>
          <w:color w:val="000000"/>
          <w:sz w:val="28"/>
          <w:szCs w:val="28"/>
          <w:u w:val="single"/>
        </w:rPr>
        <w:t>Второе направление</w:t>
      </w:r>
      <w:r w:rsidRPr="007147A7">
        <w:rPr>
          <w:color w:val="000000"/>
          <w:sz w:val="28"/>
          <w:szCs w:val="28"/>
        </w:rPr>
        <w:t xml:space="preserve"> связано с непосредственным взаимодействием ребенка с куклой. </w:t>
      </w:r>
      <w:r>
        <w:rPr>
          <w:color w:val="000000"/>
          <w:sz w:val="28"/>
          <w:szCs w:val="28"/>
        </w:rPr>
        <w:t xml:space="preserve">Дети сами изготавливают кукол из различных материалов, после чего включаются в процесс драматизации. Ребёнку даётся возможность почувствовать себя творцом, испытать от этого радость и удовлетворение. </w:t>
      </w:r>
      <w:r w:rsidRPr="007147A7">
        <w:rPr>
          <w:color w:val="000000"/>
          <w:sz w:val="28"/>
          <w:szCs w:val="28"/>
        </w:rPr>
        <w:t>Здесь в</w:t>
      </w:r>
      <w:r>
        <w:rPr>
          <w:color w:val="000000"/>
          <w:sz w:val="28"/>
          <w:szCs w:val="28"/>
        </w:rPr>
        <w:t>едущее место отводится, играм с</w:t>
      </w:r>
      <w:r w:rsidRPr="007147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куклами, а также кукла является</w:t>
      </w:r>
      <w:r w:rsidRPr="007147A7">
        <w:rPr>
          <w:color w:val="000000"/>
          <w:sz w:val="28"/>
          <w:szCs w:val="28"/>
        </w:rPr>
        <w:t xml:space="preserve"> участником </w:t>
      </w:r>
      <w:r>
        <w:rPr>
          <w:sz w:val="28"/>
          <w:szCs w:val="28"/>
        </w:rPr>
        <w:t xml:space="preserve"> деятельности</w:t>
      </w:r>
      <w:r>
        <w:rPr>
          <w:color w:val="000000"/>
          <w:sz w:val="28"/>
          <w:szCs w:val="28"/>
        </w:rPr>
        <w:t xml:space="preserve"> и режимных процессов.</w:t>
      </w:r>
    </w:p>
    <w:p w:rsidR="00C61565" w:rsidRDefault="00C61565" w:rsidP="00C46F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A62A1">
        <w:rPr>
          <w:i/>
          <w:iCs/>
          <w:color w:val="000000"/>
          <w:sz w:val="28"/>
          <w:szCs w:val="28"/>
          <w:u w:val="single"/>
        </w:rPr>
        <w:t>Третье направление</w:t>
      </w:r>
      <w:r w:rsidRPr="007147A7">
        <w:rPr>
          <w:color w:val="000000"/>
          <w:sz w:val="28"/>
          <w:szCs w:val="28"/>
        </w:rPr>
        <w:t xml:space="preserve"> связа</w:t>
      </w:r>
      <w:r>
        <w:rPr>
          <w:color w:val="000000"/>
          <w:sz w:val="28"/>
          <w:szCs w:val="28"/>
        </w:rPr>
        <w:t>но с деятельностью, выполняемой</w:t>
      </w:r>
      <w:r w:rsidRPr="007147A7">
        <w:rPr>
          <w:color w:val="000000"/>
          <w:sz w:val="28"/>
          <w:szCs w:val="28"/>
        </w:rPr>
        <w:t xml:space="preserve"> ради куклы. Сюда входит оборудование места для кукол, создание костюмов, обучение и воспитание кукол. </w:t>
      </w:r>
      <w:r>
        <w:rPr>
          <w:color w:val="000000"/>
          <w:sz w:val="28"/>
          <w:szCs w:val="28"/>
        </w:rPr>
        <w:t>Дети придумывают им имена, определяют характер, дают нравственную характеристику.</w:t>
      </w:r>
    </w:p>
    <w:p w:rsidR="00C61565" w:rsidRDefault="00C61565" w:rsidP="00C46F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A62A1">
        <w:rPr>
          <w:i/>
          <w:iCs/>
          <w:color w:val="000000"/>
          <w:sz w:val="28"/>
          <w:szCs w:val="28"/>
          <w:u w:val="single"/>
        </w:rPr>
        <w:t>Четвертое направление</w:t>
      </w:r>
      <w:r w:rsidRPr="007147A7">
        <w:rPr>
          <w:color w:val="000000"/>
          <w:sz w:val="28"/>
          <w:szCs w:val="28"/>
        </w:rPr>
        <w:t xml:space="preserve"> затрагивает взаимоотношения с людьми, в которые переносятся </w:t>
      </w:r>
      <w:r w:rsidRPr="004633B6">
        <w:rPr>
          <w:sz w:val="28"/>
          <w:szCs w:val="28"/>
        </w:rPr>
        <w:t xml:space="preserve">усвоенные </w:t>
      </w:r>
      <w:r>
        <w:rPr>
          <w:color w:val="000000"/>
          <w:sz w:val="28"/>
          <w:szCs w:val="28"/>
        </w:rPr>
        <w:t>способы проявления нравственных качеств</w:t>
      </w:r>
      <w:r w:rsidRPr="007147A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Кукла, наделённая определёнными чертами того или иного героя, передаёт настроение ребёнка, помогает осознать свои поступки, анализировать ошибки, то есть с помощью куклы ребёнок строит различные модели поведения. </w:t>
      </w:r>
      <w:r w:rsidRPr="007147A7">
        <w:rPr>
          <w:color w:val="000000"/>
          <w:sz w:val="28"/>
          <w:szCs w:val="28"/>
        </w:rPr>
        <w:t xml:space="preserve">Данное направление включает в себя педагогические ситуации с </w:t>
      </w:r>
      <w:r w:rsidRPr="004633B6">
        <w:rPr>
          <w:sz w:val="28"/>
          <w:szCs w:val="28"/>
        </w:rPr>
        <w:t xml:space="preserve">нравственным </w:t>
      </w:r>
      <w:r w:rsidRPr="007147A7">
        <w:rPr>
          <w:color w:val="000000"/>
          <w:sz w:val="28"/>
          <w:szCs w:val="28"/>
        </w:rPr>
        <w:t xml:space="preserve">выбором, педагогическую оценку, методы стимулирования, пример взрослых и сверстников. </w:t>
      </w:r>
    </w:p>
    <w:p w:rsidR="00C61565" w:rsidRPr="00EE2047" w:rsidRDefault="00C61565" w:rsidP="00C46FF3">
      <w:pPr>
        <w:ind w:firstLine="709"/>
        <w:jc w:val="both"/>
        <w:rPr>
          <w:sz w:val="28"/>
          <w:szCs w:val="28"/>
        </w:rPr>
      </w:pPr>
      <w:r w:rsidRPr="00EE2047">
        <w:rPr>
          <w:sz w:val="28"/>
          <w:szCs w:val="28"/>
        </w:rPr>
        <w:t xml:space="preserve">Мы определили </w:t>
      </w:r>
      <w:r w:rsidRPr="005829B7">
        <w:rPr>
          <w:i/>
          <w:iCs/>
          <w:sz w:val="28"/>
          <w:szCs w:val="28"/>
          <w:u w:val="single"/>
        </w:rPr>
        <w:t>условия,</w:t>
      </w:r>
      <w:r w:rsidRPr="00EE2047">
        <w:rPr>
          <w:sz w:val="28"/>
          <w:szCs w:val="28"/>
        </w:rPr>
        <w:t xml:space="preserve"> необходимые для </w:t>
      </w:r>
      <w:r>
        <w:rPr>
          <w:sz w:val="28"/>
          <w:szCs w:val="28"/>
        </w:rPr>
        <w:t xml:space="preserve"> формирования у дошкольников</w:t>
      </w:r>
      <w:r w:rsidRPr="00EE2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осознания нравственных норм</w:t>
      </w:r>
      <w:r w:rsidRPr="00EE2047">
        <w:rPr>
          <w:sz w:val="28"/>
          <w:szCs w:val="28"/>
        </w:rPr>
        <w:t xml:space="preserve">. Нравственное развитие личности ребёнка определяется следующими образующими: знанием норм, привычками поведения, эмоциональным отношением к нравственным норам и внутренней позицией самого ребёнка. На протяжении дошкольного возраста дети через общение с окружающими их людьми усваивают социальные нормы поведения. Усвоение норм, </w:t>
      </w:r>
      <w:r w:rsidRPr="005829B7">
        <w:rPr>
          <w:b/>
          <w:bCs/>
          <w:sz w:val="28"/>
          <w:szCs w:val="28"/>
        </w:rPr>
        <w:t>во-первых</w:t>
      </w:r>
      <w:r w:rsidRPr="00EE2047">
        <w:rPr>
          <w:sz w:val="28"/>
          <w:szCs w:val="28"/>
        </w:rPr>
        <w:t xml:space="preserve">, предполагает, что ребёнок постепенно начинает понимать и осмысливать их значение. Усвоение норм, </w:t>
      </w:r>
      <w:r w:rsidRPr="005829B7">
        <w:rPr>
          <w:b/>
          <w:bCs/>
          <w:sz w:val="28"/>
          <w:szCs w:val="28"/>
        </w:rPr>
        <w:t>во-вторых</w:t>
      </w:r>
      <w:r w:rsidRPr="00EE2047">
        <w:rPr>
          <w:sz w:val="28"/>
          <w:szCs w:val="28"/>
        </w:rPr>
        <w:t xml:space="preserve">, предполагает далее, что у ребёнка в практике общения с другими людьми вырабатываются привычки поведения. Когда он действует, нарушая привычное поведение, это вызывает чувство дискомфорта. Усвоение норм, </w:t>
      </w:r>
      <w:r w:rsidRPr="005829B7">
        <w:rPr>
          <w:b/>
          <w:bCs/>
          <w:sz w:val="28"/>
          <w:szCs w:val="28"/>
        </w:rPr>
        <w:t>в-третьих</w:t>
      </w:r>
      <w:r w:rsidRPr="00EE2047">
        <w:rPr>
          <w:sz w:val="28"/>
          <w:szCs w:val="28"/>
        </w:rPr>
        <w:t xml:space="preserve">, предполагает, что ребёнок проникает определённым эмоциональным отношением к этим нормам.    </w:t>
      </w:r>
    </w:p>
    <w:p w:rsidR="00C61565" w:rsidRDefault="00C61565" w:rsidP="00C46FF3">
      <w:pPr>
        <w:shd w:val="clear" w:color="auto" w:fill="FFFFFF"/>
        <w:ind w:firstLine="709"/>
        <w:jc w:val="both"/>
        <w:rPr>
          <w:sz w:val="28"/>
          <w:szCs w:val="28"/>
        </w:rPr>
      </w:pPr>
      <w:r w:rsidRPr="00EE2047">
        <w:rPr>
          <w:sz w:val="28"/>
          <w:szCs w:val="28"/>
        </w:rPr>
        <w:t xml:space="preserve">Нами был  выделен ряд </w:t>
      </w:r>
      <w:r w:rsidRPr="00EE2047">
        <w:rPr>
          <w:i/>
          <w:iCs/>
          <w:sz w:val="28"/>
          <w:szCs w:val="28"/>
        </w:rPr>
        <w:t>педагогических условий</w:t>
      </w:r>
      <w:r w:rsidRPr="00EE2047">
        <w:rPr>
          <w:sz w:val="28"/>
          <w:szCs w:val="28"/>
        </w:rPr>
        <w:t xml:space="preserve">, способствующих оптимизации педагогического процесса, направленного на использование игр с куклами как средства </w:t>
      </w:r>
      <w:r>
        <w:rPr>
          <w:sz w:val="28"/>
          <w:szCs w:val="28"/>
        </w:rPr>
        <w:t xml:space="preserve"> формирования нравственных качеств</w:t>
      </w:r>
      <w:r w:rsidRPr="00EE2047">
        <w:rPr>
          <w:sz w:val="28"/>
          <w:szCs w:val="28"/>
        </w:rPr>
        <w:t xml:space="preserve">. К этим условиям, следует отнести: </w:t>
      </w:r>
    </w:p>
    <w:p w:rsidR="00C61565" w:rsidRPr="00EE2047" w:rsidRDefault="00C61565" w:rsidP="00C46FF3">
      <w:pPr>
        <w:pStyle w:val="ListParagraph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EE2047">
        <w:rPr>
          <w:sz w:val="28"/>
          <w:szCs w:val="28"/>
        </w:rPr>
        <w:t xml:space="preserve">создание в группе атмосферы, стимулирующей проявления нравственных качеств: отмечать добрые поступки ребят, демонстрировать доброе отношение ко всем детям; </w:t>
      </w:r>
    </w:p>
    <w:p w:rsidR="00C61565" w:rsidRPr="00EE2047" w:rsidRDefault="00C61565" w:rsidP="00C46FF3">
      <w:pPr>
        <w:pStyle w:val="ListParagraph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EE2047">
        <w:rPr>
          <w:sz w:val="28"/>
          <w:szCs w:val="28"/>
        </w:rPr>
        <w:t xml:space="preserve">организация различных видов деятельности интересных для детей с использованием куклы: сюжетно-ролевые и режиссерские игры, кукла — участник  деятельности детей, кукла — носитель особого отношения к детям, кукла - друг детей, кукла - гость; </w:t>
      </w:r>
    </w:p>
    <w:p w:rsidR="00C61565" w:rsidRPr="008B66CB" w:rsidRDefault="00C61565" w:rsidP="00C46FF3">
      <w:pPr>
        <w:pStyle w:val="ListParagraph"/>
        <w:numPr>
          <w:ilvl w:val="0"/>
          <w:numId w:val="1"/>
        </w:numPr>
        <w:shd w:val="clear" w:color="auto" w:fill="FFFFFF"/>
        <w:ind w:left="0" w:firstLine="709"/>
        <w:jc w:val="both"/>
        <w:rPr>
          <w:rStyle w:val="Strong"/>
          <w:b w:val="0"/>
          <w:bCs w:val="0"/>
          <w:sz w:val="28"/>
          <w:szCs w:val="28"/>
        </w:rPr>
      </w:pPr>
      <w:r w:rsidRPr="00EE2047">
        <w:rPr>
          <w:sz w:val="28"/>
          <w:szCs w:val="28"/>
        </w:rPr>
        <w:t xml:space="preserve">обеспечение преемственности воспитательных усилий педагогов и родителей с целью использования единых воспитательных подходов. </w:t>
      </w:r>
    </w:p>
    <w:p w:rsidR="00C61565" w:rsidRPr="008B66CB" w:rsidRDefault="00C61565" w:rsidP="00C46FF3">
      <w:pPr>
        <w:pStyle w:val="NormalWeb"/>
        <w:rPr>
          <w:rStyle w:val="Strong"/>
          <w:b w:val="0"/>
          <w:bCs w:val="0"/>
        </w:rPr>
      </w:pPr>
      <w:r w:rsidRPr="00493119">
        <w:rPr>
          <w:rStyle w:val="Strong"/>
          <w:b w:val="0"/>
          <w:bCs w:val="0"/>
        </w:rPr>
        <w:t>Работа с детьми имела два направления:</w:t>
      </w:r>
    </w:p>
    <w:p w:rsidR="00C61565" w:rsidRPr="00493119" w:rsidRDefault="00C61565" w:rsidP="00C46FF3">
      <w:pPr>
        <w:pStyle w:val="NormalWeb"/>
      </w:pPr>
      <w:r>
        <w:rPr>
          <w:rStyle w:val="Strong"/>
        </w:rPr>
        <w:t xml:space="preserve">1) </w:t>
      </w:r>
      <w:r w:rsidRPr="00493119">
        <w:rPr>
          <w:rStyle w:val="Strong"/>
        </w:rPr>
        <w:t>Художественно - эстетическое направление</w:t>
      </w:r>
      <w:r w:rsidRPr="00493119">
        <w:t xml:space="preserve">: </w:t>
      </w:r>
    </w:p>
    <w:p w:rsidR="00C61565" w:rsidRPr="00493119" w:rsidRDefault="00C61565" w:rsidP="00C46FF3">
      <w:pPr>
        <w:pStyle w:val="NormalWeb"/>
      </w:pPr>
      <w:r>
        <w:t xml:space="preserve">- </w:t>
      </w:r>
      <w:r w:rsidRPr="00493119">
        <w:t xml:space="preserve">организация выставок («Куклы своими руками», «К нам в гости пришла кукла», «Кукольный мир»); </w:t>
      </w:r>
    </w:p>
    <w:p w:rsidR="00C61565" w:rsidRPr="00493119" w:rsidRDefault="00C61565" w:rsidP="00C46FF3">
      <w:pPr>
        <w:pStyle w:val="NormalWeb"/>
      </w:pPr>
      <w:r>
        <w:t xml:space="preserve">- </w:t>
      </w:r>
      <w:r w:rsidRPr="00493119">
        <w:t>проведение театрализованных кукольных представлений, спектаклей (с использованием пальчиковых или перчаточных кукол): («Колобок», «Красная шапочка», «Кот, петух и л</w:t>
      </w:r>
      <w:r>
        <w:t>иса», «Огниво», «Гуси-лебеди», «</w:t>
      </w:r>
      <w:r w:rsidRPr="00493119">
        <w:t xml:space="preserve">Мальчик-с-пальчик» и др.); </w:t>
      </w:r>
    </w:p>
    <w:p w:rsidR="00C61565" w:rsidRPr="00493119" w:rsidRDefault="00C61565" w:rsidP="00C46FF3">
      <w:pPr>
        <w:pStyle w:val="NormalWeb"/>
      </w:pPr>
      <w:r>
        <w:t xml:space="preserve">- </w:t>
      </w:r>
      <w:r w:rsidRPr="00493119">
        <w:t>создание собственного музея куко</w:t>
      </w:r>
      <w:r>
        <w:t>л.</w:t>
      </w:r>
      <w:r w:rsidRPr="00493119">
        <w:t xml:space="preserve"> </w:t>
      </w:r>
    </w:p>
    <w:p w:rsidR="00C61565" w:rsidRPr="00493119" w:rsidRDefault="00C61565" w:rsidP="00C46FF3">
      <w:pPr>
        <w:pStyle w:val="NormalWeb"/>
      </w:pPr>
      <w:r>
        <w:t>Основная идея -</w:t>
      </w:r>
      <w:r w:rsidRPr="00493119">
        <w:t xml:space="preserve"> изготовление и манипулирование куклами. Самодельная кукла, надетая на палец, помогает ребенку рассказать какую-либо историю и</w:t>
      </w:r>
      <w:r>
        <w:t>,</w:t>
      </w:r>
      <w:r w:rsidRPr="00493119">
        <w:t xml:space="preserve"> как бы</w:t>
      </w:r>
      <w:r>
        <w:t>,</w:t>
      </w:r>
      <w:r w:rsidRPr="00493119">
        <w:t xml:space="preserve"> не от первого лица сообщить о своих проблемах и переживаниях. На каждом занятии изготавливаются новые </w:t>
      </w:r>
      <w:r>
        <w:t xml:space="preserve"> </w:t>
      </w:r>
      <w:r w:rsidRPr="00493119">
        <w:t xml:space="preserve"> куклы, одна ил</w:t>
      </w:r>
      <w:r>
        <w:t>и несколько, по желанию ребенка</w:t>
      </w:r>
      <w:r w:rsidRPr="00493119">
        <w:t xml:space="preserve">. </w:t>
      </w:r>
    </w:p>
    <w:p w:rsidR="00C61565" w:rsidRPr="00493119" w:rsidRDefault="00C61565" w:rsidP="00C46FF3">
      <w:pPr>
        <w:pStyle w:val="NormalWeb"/>
      </w:pPr>
      <w:r>
        <w:rPr>
          <w:rStyle w:val="Strong"/>
        </w:rPr>
        <w:t>2)</w:t>
      </w:r>
      <w:r w:rsidRPr="00493119">
        <w:rPr>
          <w:rStyle w:val="Strong"/>
        </w:rPr>
        <w:t>Культур</w:t>
      </w:r>
      <w:r>
        <w:rPr>
          <w:rStyle w:val="Strong"/>
        </w:rPr>
        <w:t>но-просветительское направление:</w:t>
      </w:r>
      <w:r w:rsidRPr="00493119">
        <w:t xml:space="preserve"> </w:t>
      </w:r>
    </w:p>
    <w:p w:rsidR="00C61565" w:rsidRDefault="00C61565" w:rsidP="00C46FF3">
      <w:pPr>
        <w:pStyle w:val="NormalWeb"/>
      </w:pPr>
      <w:r>
        <w:t xml:space="preserve">- </w:t>
      </w:r>
      <w:r w:rsidRPr="00493119">
        <w:t>органи</w:t>
      </w:r>
      <w:r>
        <w:t>зация выездных экскурсий в музей на выставку</w:t>
      </w:r>
      <w:r w:rsidRPr="00493119">
        <w:t xml:space="preserve"> кукол; </w:t>
      </w:r>
    </w:p>
    <w:p w:rsidR="00C61565" w:rsidRPr="00493119" w:rsidRDefault="00C61565" w:rsidP="00C46FF3">
      <w:pPr>
        <w:pStyle w:val="NormalWeb"/>
      </w:pPr>
      <w:r>
        <w:t>- организация походов</w:t>
      </w:r>
      <w:r w:rsidRPr="00493119">
        <w:t xml:space="preserve"> в кукольные театры. </w:t>
      </w:r>
    </w:p>
    <w:p w:rsidR="00C61565" w:rsidRDefault="00C61565" w:rsidP="00C46FF3">
      <w:pPr>
        <w:pStyle w:val="NormalWeb"/>
      </w:pPr>
      <w:r>
        <w:t xml:space="preserve">В ходе игровых сеансов проводится анализ конкретных случаев, возникающих в детском саду и в семье. Детям предлагается самим найти ответы на вопросы, как выйти из той или иной ситуации, как построить отношения со сверстниками и взрослыми. В конце каждого занятия подводится итог, даётся правильная оценка ситуации. </w:t>
      </w:r>
    </w:p>
    <w:p w:rsidR="00C61565" w:rsidRPr="009D548C" w:rsidRDefault="00C61565" w:rsidP="00C46FF3">
      <w:pPr>
        <w:ind w:firstLine="709"/>
        <w:jc w:val="both"/>
        <w:rPr>
          <w:sz w:val="28"/>
          <w:szCs w:val="28"/>
        </w:rPr>
      </w:pPr>
      <w:r w:rsidRPr="009D548C">
        <w:rPr>
          <w:sz w:val="28"/>
          <w:szCs w:val="28"/>
        </w:rPr>
        <w:t>Каждое занятие включало в себя ряд этапов:</w:t>
      </w:r>
    </w:p>
    <w:p w:rsidR="00C61565" w:rsidRPr="009D548C" w:rsidRDefault="00C61565" w:rsidP="00C46FF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D548C">
        <w:rPr>
          <w:sz w:val="28"/>
          <w:szCs w:val="28"/>
        </w:rPr>
        <w:t>Слушание сказки с включением музыкальных фрагментов.</w:t>
      </w:r>
    </w:p>
    <w:p w:rsidR="00C61565" w:rsidRPr="009D548C" w:rsidRDefault="00C61565" w:rsidP="00C46FF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D548C">
        <w:rPr>
          <w:sz w:val="28"/>
          <w:szCs w:val="28"/>
        </w:rPr>
        <w:t>Рассматривание иллюстраций и обсуждение содержания сказки, выяснение основной идеи. Игры, драматизация, музыкально-двигательная деятельность, этюды.</w:t>
      </w:r>
    </w:p>
    <w:p w:rsidR="00C61565" w:rsidRDefault="00C61565" w:rsidP="00C46FF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D548C">
        <w:rPr>
          <w:sz w:val="28"/>
          <w:szCs w:val="28"/>
        </w:rPr>
        <w:t>Организация художественно-продуктивной деятельности: рисования, лепки, аппликации, конструирования – изготовление кукол.</w:t>
      </w:r>
    </w:p>
    <w:p w:rsidR="00C61565" w:rsidRPr="008B66CB" w:rsidRDefault="00C61565" w:rsidP="00C46FF3">
      <w:pPr>
        <w:ind w:firstLine="709"/>
        <w:jc w:val="both"/>
        <w:rPr>
          <w:sz w:val="28"/>
          <w:szCs w:val="28"/>
        </w:rPr>
      </w:pPr>
      <w:r w:rsidRPr="008B66CB">
        <w:rPr>
          <w:sz w:val="28"/>
          <w:szCs w:val="28"/>
        </w:rPr>
        <w:t xml:space="preserve">Внедрение созданной игровой технологии в образовательный процесс поспособствовало развитию у наших воспитанников таких качеств, как умение сосредоточиться, самостоятельно осмыслить ситуацию, поставить цель, найти все необходимое для ее достижения, довести дело до конца, умение представить, почувствовать, что думают, что переживают другие. </w:t>
      </w:r>
    </w:p>
    <w:p w:rsidR="00C61565" w:rsidRDefault="00C61565" w:rsidP="00C46FF3">
      <w:pPr>
        <w:shd w:val="clear" w:color="auto" w:fill="FFFFFF"/>
        <w:ind w:firstLine="709"/>
        <w:jc w:val="both"/>
        <w:rPr>
          <w:sz w:val="28"/>
          <w:szCs w:val="28"/>
        </w:rPr>
      </w:pPr>
      <w:r w:rsidRPr="008B66CB">
        <w:rPr>
          <w:sz w:val="28"/>
          <w:szCs w:val="28"/>
        </w:rPr>
        <w:t xml:space="preserve">В результате проведенной работы было установлено, что у детей повысилась показатели сформированности таких интегративных качеств личности, как «любознательность, активность», «способность управлять своим поведением и планировать действия», «способность решать интеллектуальные и личностные задачи», «эмоциональная отзывчивость», а так же повысились произвольность психических процессов и творческая активность. </w:t>
      </w:r>
    </w:p>
    <w:p w:rsidR="00C61565" w:rsidRDefault="00C61565" w:rsidP="007C62E1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Список литературы:</w:t>
      </w:r>
    </w:p>
    <w:p w:rsidR="00C61565" w:rsidRPr="00C46FF3" w:rsidRDefault="00C61565" w:rsidP="007C62E1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1</w:t>
      </w:r>
      <w:r w:rsidRPr="00C46FF3">
        <w:rPr>
          <w:sz w:val="28"/>
          <w:szCs w:val="28"/>
          <w:lang w:eastAsia="en-US"/>
        </w:rPr>
        <w:t xml:space="preserve">. Зайцева О. Ю. Психологические основы игровой деятельности дошкольника: Учеб. Пособие / О. Ю. Зайцева. – 2-е изд. – Иркутск: ГОУ ВПО "ВСГАО", 2010. – 248 с. </w:t>
      </w:r>
    </w:p>
    <w:p w:rsidR="00C61565" w:rsidRPr="00C46FF3" w:rsidRDefault="00C61565" w:rsidP="007C62E1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C46FF3">
        <w:rPr>
          <w:sz w:val="28"/>
          <w:szCs w:val="28"/>
          <w:lang w:eastAsia="en-US"/>
        </w:rPr>
        <w:t xml:space="preserve">. Андреева А. Д. Особенности игровой мотивации современных дошкольников // Психолог в детском саду. 2008. №3. С. 29-41. </w:t>
      </w:r>
    </w:p>
    <w:p w:rsidR="00C61565" w:rsidRPr="00C46FF3" w:rsidRDefault="00C61565" w:rsidP="007C62E1">
      <w:pPr>
        <w:ind w:firstLine="709"/>
        <w:rPr>
          <w:rFonts w:ascii="Calibri" w:hAnsi="Calibri" w:cs="Calibri"/>
          <w:sz w:val="22"/>
          <w:szCs w:val="22"/>
          <w:lang w:eastAsia="en-US"/>
        </w:rPr>
      </w:pPr>
    </w:p>
    <w:p w:rsidR="00C61565" w:rsidRDefault="00C61565" w:rsidP="007C62E1">
      <w:pPr>
        <w:shd w:val="clear" w:color="auto" w:fill="FFFFFF"/>
        <w:ind w:firstLine="709"/>
        <w:jc w:val="both"/>
      </w:pPr>
      <w:bookmarkStart w:id="0" w:name="_GoBack"/>
      <w:bookmarkEnd w:id="0"/>
    </w:p>
    <w:sectPr w:rsidR="00C61565" w:rsidSect="00C46F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70CD"/>
    <w:multiLevelType w:val="hybridMultilevel"/>
    <w:tmpl w:val="660EB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335E5BB5"/>
    <w:multiLevelType w:val="hybridMultilevel"/>
    <w:tmpl w:val="ECA28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4E821378"/>
    <w:multiLevelType w:val="multilevel"/>
    <w:tmpl w:val="40764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1ED"/>
    <w:rsid w:val="00017628"/>
    <w:rsid w:val="00156085"/>
    <w:rsid w:val="001A1413"/>
    <w:rsid w:val="001C0285"/>
    <w:rsid w:val="002351ED"/>
    <w:rsid w:val="00356989"/>
    <w:rsid w:val="00380175"/>
    <w:rsid w:val="00442F57"/>
    <w:rsid w:val="004633B6"/>
    <w:rsid w:val="00463501"/>
    <w:rsid w:val="00493119"/>
    <w:rsid w:val="0057677C"/>
    <w:rsid w:val="005829B7"/>
    <w:rsid w:val="005B0B9D"/>
    <w:rsid w:val="005B1CBE"/>
    <w:rsid w:val="006A1AAD"/>
    <w:rsid w:val="006B42B8"/>
    <w:rsid w:val="007147A7"/>
    <w:rsid w:val="007717E8"/>
    <w:rsid w:val="007C62E1"/>
    <w:rsid w:val="008202C4"/>
    <w:rsid w:val="00836557"/>
    <w:rsid w:val="008A62A1"/>
    <w:rsid w:val="008A7ED8"/>
    <w:rsid w:val="008B66CB"/>
    <w:rsid w:val="009D548C"/>
    <w:rsid w:val="00A56E0C"/>
    <w:rsid w:val="00A76A0E"/>
    <w:rsid w:val="00B3185F"/>
    <w:rsid w:val="00C46FF3"/>
    <w:rsid w:val="00C61565"/>
    <w:rsid w:val="00D3473C"/>
    <w:rsid w:val="00DC53A6"/>
    <w:rsid w:val="00EE2047"/>
    <w:rsid w:val="00F40E06"/>
    <w:rsid w:val="00F90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1E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51ED"/>
    <w:pPr>
      <w:ind w:firstLine="709"/>
      <w:jc w:val="both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2351ED"/>
    <w:pPr>
      <w:ind w:left="720"/>
    </w:pPr>
  </w:style>
  <w:style w:type="character" w:styleId="Strong">
    <w:name w:val="Strong"/>
    <w:basedOn w:val="DefaultParagraphFont"/>
    <w:uiPriority w:val="99"/>
    <w:qFormat/>
    <w:rsid w:val="002351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5</Pages>
  <Words>1634</Words>
  <Characters>9316</Characters>
  <Application>Microsoft Office Outlook</Application>
  <DocSecurity>0</DocSecurity>
  <Lines>0</Lines>
  <Paragraphs>0</Paragraphs>
  <ScaleCrop>false</ScaleCrop>
  <Company>russian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Лепская</dc:creator>
  <cp:keywords/>
  <dc:description/>
  <cp:lastModifiedBy>Sidorova</cp:lastModifiedBy>
  <cp:revision>6</cp:revision>
  <dcterms:created xsi:type="dcterms:W3CDTF">2014-05-18T20:20:00Z</dcterms:created>
  <dcterms:modified xsi:type="dcterms:W3CDTF">2014-05-21T20:01:00Z</dcterms:modified>
</cp:coreProperties>
</file>