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0A6" w:rsidRDefault="002A108C" w:rsidP="002A10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СЛОВАРЬ ТЕРМИНОВ</w:t>
      </w:r>
    </w:p>
    <w:tbl>
      <w:tblPr>
        <w:tblStyle w:val="a3"/>
        <w:tblW w:w="0" w:type="auto"/>
        <w:tblLook w:val="04A0"/>
      </w:tblPr>
      <w:tblGrid>
        <w:gridCol w:w="3227"/>
        <w:gridCol w:w="6344"/>
      </w:tblGrid>
      <w:tr w:rsidR="002A108C" w:rsidTr="002A108C">
        <w:tc>
          <w:tcPr>
            <w:tcW w:w="3227" w:type="dxa"/>
          </w:tcPr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Гражданин</w:t>
            </w: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2A108C" w:rsidRDefault="002A108C" w:rsidP="002A1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08C" w:rsidTr="002A108C">
        <w:tc>
          <w:tcPr>
            <w:tcW w:w="3227" w:type="dxa"/>
          </w:tcPr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</w:t>
            </w: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2A108C" w:rsidRDefault="002A108C" w:rsidP="002A1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08C" w:rsidTr="002A108C">
        <w:tc>
          <w:tcPr>
            <w:tcW w:w="3227" w:type="dxa"/>
          </w:tcPr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Патриотизм </w:t>
            </w: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2A108C" w:rsidRDefault="002A108C" w:rsidP="002A1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08C" w:rsidTr="002A108C">
        <w:tc>
          <w:tcPr>
            <w:tcW w:w="3227" w:type="dxa"/>
          </w:tcPr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Отечество</w:t>
            </w: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2A108C" w:rsidRDefault="002A108C" w:rsidP="002A1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08C" w:rsidTr="002A108C">
        <w:tc>
          <w:tcPr>
            <w:tcW w:w="3227" w:type="dxa"/>
          </w:tcPr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Родина</w:t>
            </w: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2A108C" w:rsidRDefault="002A108C" w:rsidP="002A1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08C" w:rsidTr="002A108C">
        <w:tc>
          <w:tcPr>
            <w:tcW w:w="3227" w:type="dxa"/>
          </w:tcPr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FF5EF9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Гражданская позиция</w:t>
            </w: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08C" w:rsidRDefault="002A108C" w:rsidP="002A1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2A108C" w:rsidRDefault="002A108C" w:rsidP="002A1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108C" w:rsidRPr="002A108C" w:rsidRDefault="002A108C" w:rsidP="002A108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A108C" w:rsidRPr="002A108C" w:rsidSect="007D3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characterSpacingControl w:val="doNotCompress"/>
  <w:compat/>
  <w:rsids>
    <w:rsidRoot w:val="00507633"/>
    <w:rsid w:val="002A108C"/>
    <w:rsid w:val="003E3EB7"/>
    <w:rsid w:val="00507633"/>
    <w:rsid w:val="007D30A6"/>
    <w:rsid w:val="00CF4B5A"/>
    <w:rsid w:val="00FF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Desktop\&#1054;&#1090;&#1082;&#1088;&#1099;&#1090;&#1086;&#1077;%20&#1079;&#1072;&#1085;&#1103;&#1090;&#1080;&#1077;%20&#1087;&#1086;%20&#1087;&#1088;&#1086;&#1077;&#1082;&#1090;&#1091;\&#1056;&#1072;&#1089;&#1087;&#1077;&#1095;&#1072;&#1090;&#1072;&#1090;&#1100;\&#1057;&#1051;&#1054;&#1042;&#1040;&#1056;&#1068;%20&#1058;&#1045;&#1056;&#1052;&#1048;&#1053;&#1054;&#104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СЛОВАРЬ ТЕРМИНОВ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2012-04-11T18:29:00Z</cp:lastPrinted>
  <dcterms:created xsi:type="dcterms:W3CDTF">2012-04-11T18:10:00Z</dcterms:created>
  <dcterms:modified xsi:type="dcterms:W3CDTF">2012-04-11T18:29:00Z</dcterms:modified>
</cp:coreProperties>
</file>